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8B696E0" w14:textId="77777777" w:rsidR="00112137" w:rsidRPr="005246F6" w:rsidRDefault="00DB1546" w:rsidP="0018521B">
      <w:r w:rsidRPr="005246F6">
        <w:rPr>
          <w:noProof/>
        </w:rPr>
        <mc:AlternateContent>
          <mc:Choice Requires="wpg">
            <w:drawing>
              <wp:anchor distT="0" distB="0" distL="114300" distR="114300" simplePos="0" relativeHeight="251658240" behindDoc="1" locked="1" layoutInCell="1" allowOverlap="1" wp14:anchorId="330103E2" wp14:editId="369EDB8C">
                <wp:simplePos x="0" y="0"/>
                <wp:positionH relativeFrom="margin">
                  <wp:align>center</wp:align>
                </wp:positionH>
                <wp:positionV relativeFrom="margin">
                  <wp:posOffset>0</wp:posOffset>
                </wp:positionV>
                <wp:extent cx="7296785" cy="9573260"/>
                <wp:effectExtent l="19050" t="19050" r="18415" b="2794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296912" cy="9573768"/>
                          <a:chOff x="0" y="0"/>
                          <a:chExt cx="7299325" cy="9805876"/>
                        </a:xfrm>
                        <a:solidFill>
                          <a:schemeClr val="bg1"/>
                        </a:solidFill>
                      </wpg:grpSpPr>
                      <wps:wsp>
                        <wps:cNvPr id="33" name="Rectangle 33">
                          <a:extLst>
                            <a:ext uri="{C183D7F6-B498-43B3-948B-1728B52AA6E4}">
                              <adec:decorative xmlns:adec="http://schemas.microsoft.com/office/drawing/2017/decorative" val="1"/>
                            </a:ext>
                          </a:extLst>
                        </wps:cNvPr>
                        <wps:cNvSpPr/>
                        <wps:spPr>
                          <a:xfrm>
                            <a:off x="9525" y="1257300"/>
                            <a:ext cx="7289800" cy="8548576"/>
                          </a:xfrm>
                          <a:prstGeom prst="rect">
                            <a:avLst/>
                          </a:prstGeom>
                          <a:grp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A9B9F"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The undersigned parties hereby agree to form a [specify type of business entity], in the state of [state where your business is located] primarily for the following purposes: [state the business purposes].</w:t>
                              </w:r>
                            </w:p>
                            <w:p w14:paraId="7E2128E2" w14:textId="77777777" w:rsidR="00FE63DF" w:rsidRPr="00FE63DF" w:rsidRDefault="00FE63DF" w:rsidP="00FE63DF">
                              <w:pPr>
                                <w:spacing w:after="0"/>
                                <w:jc w:val="both"/>
                                <w:rPr>
                                  <w:color w:val="000000" w:themeColor="text1"/>
                                  <w:sz w:val="24"/>
                                  <w:szCs w:val="24"/>
                                </w:rPr>
                              </w:pPr>
                            </w:p>
                            <w:p w14:paraId="592A5C4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The principal place of business is planned to be in [state principal place of business].</w:t>
                              </w:r>
                            </w:p>
                            <w:p w14:paraId="4922616A" w14:textId="77777777" w:rsidR="00FE63DF" w:rsidRPr="00FE63DF" w:rsidRDefault="00FE63DF" w:rsidP="00FE63DF">
                              <w:pPr>
                                <w:spacing w:after="0"/>
                                <w:jc w:val="both"/>
                                <w:rPr>
                                  <w:color w:val="000000" w:themeColor="text1"/>
                                  <w:sz w:val="24"/>
                                  <w:szCs w:val="24"/>
                                </w:rPr>
                              </w:pPr>
                            </w:p>
                            <w:p w14:paraId="46FFE8A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Upon formation of said entity, each of the parties intends to make the following amount and type of contribution, in exchange for the type of interest that is identified:</w:t>
                              </w:r>
                            </w:p>
                            <w:p w14:paraId="628C99D7" w14:textId="77777777" w:rsidR="00FE63DF" w:rsidRPr="00FE63DF" w:rsidRDefault="00FE63DF" w:rsidP="00FE63DF">
                              <w:pPr>
                                <w:spacing w:after="0"/>
                                <w:jc w:val="both"/>
                                <w:rPr>
                                  <w:color w:val="000000" w:themeColor="text1"/>
                                  <w:sz w:val="24"/>
                                  <w:szCs w:val="24"/>
                                </w:rPr>
                              </w:pPr>
                            </w:p>
                            <w:p w14:paraId="46F6CB22"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04DBC520" w14:textId="77777777" w:rsidR="00FE63DF" w:rsidRPr="00FE63DF" w:rsidRDefault="00FE63DF" w:rsidP="00FE63DF">
                              <w:pPr>
                                <w:spacing w:after="0"/>
                                <w:jc w:val="both"/>
                                <w:rPr>
                                  <w:color w:val="000000" w:themeColor="text1"/>
                                  <w:sz w:val="10"/>
                                  <w:szCs w:val="10"/>
                                  <w:u w:val="single"/>
                                </w:rPr>
                              </w:pPr>
                            </w:p>
                            <w:p w14:paraId="7E261412"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15DCE044" w14:textId="77777777" w:rsidR="00FE63DF" w:rsidRPr="00FE63DF" w:rsidRDefault="00FE63DF" w:rsidP="00FE63DF">
                              <w:pPr>
                                <w:spacing w:after="0"/>
                                <w:jc w:val="both"/>
                                <w:rPr>
                                  <w:color w:val="000000" w:themeColor="text1"/>
                                  <w:sz w:val="24"/>
                                  <w:szCs w:val="24"/>
                                </w:rPr>
                              </w:pPr>
                            </w:p>
                            <w:p w14:paraId="55944F91"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35BD56BA" w14:textId="77777777" w:rsidR="00FE63DF" w:rsidRPr="00FE63DF" w:rsidRDefault="00FE63DF" w:rsidP="00FE63DF">
                              <w:pPr>
                                <w:spacing w:after="0"/>
                                <w:jc w:val="both"/>
                                <w:rPr>
                                  <w:color w:val="000000" w:themeColor="text1"/>
                                  <w:sz w:val="10"/>
                                  <w:szCs w:val="10"/>
                                  <w:u w:val="single"/>
                                </w:rPr>
                              </w:pPr>
                            </w:p>
                            <w:p w14:paraId="3BB4EA5F"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26901F52" w14:textId="77777777" w:rsidR="00FE63DF" w:rsidRPr="00FE63DF" w:rsidRDefault="00FE63DF" w:rsidP="00FE63DF">
                              <w:pPr>
                                <w:spacing w:after="0"/>
                                <w:jc w:val="both"/>
                                <w:rPr>
                                  <w:color w:val="000000" w:themeColor="text1"/>
                                  <w:sz w:val="24"/>
                                  <w:szCs w:val="24"/>
                                </w:rPr>
                              </w:pPr>
                            </w:p>
                            <w:p w14:paraId="020E5A58"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7BAC955E" w14:textId="77777777" w:rsidR="00FE63DF" w:rsidRPr="00FE63DF" w:rsidRDefault="00FE63DF" w:rsidP="00FE63DF">
                              <w:pPr>
                                <w:spacing w:after="0"/>
                                <w:jc w:val="both"/>
                                <w:rPr>
                                  <w:color w:val="000000" w:themeColor="text1"/>
                                  <w:sz w:val="10"/>
                                  <w:szCs w:val="10"/>
                                  <w:u w:val="single"/>
                                </w:rPr>
                              </w:pPr>
                            </w:p>
                            <w:p w14:paraId="26EB2838"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2672BA7F" w14:textId="77777777" w:rsidR="00FE63DF" w:rsidRPr="00FE63DF" w:rsidRDefault="00FE63DF" w:rsidP="00FE63DF">
                              <w:pPr>
                                <w:spacing w:after="0"/>
                                <w:jc w:val="both"/>
                                <w:rPr>
                                  <w:color w:val="000000" w:themeColor="text1"/>
                                  <w:sz w:val="24"/>
                                  <w:szCs w:val="24"/>
                                </w:rPr>
                              </w:pPr>
                            </w:p>
                            <w:p w14:paraId="1A695EEC"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576B53D5" w14:textId="77777777" w:rsidR="00FE63DF" w:rsidRPr="00FE63DF" w:rsidRDefault="00FE63DF" w:rsidP="00FE63DF">
                              <w:pPr>
                                <w:spacing w:after="0"/>
                                <w:jc w:val="both"/>
                                <w:rPr>
                                  <w:color w:val="000000" w:themeColor="text1"/>
                                  <w:sz w:val="10"/>
                                  <w:szCs w:val="10"/>
                                  <w:u w:val="single"/>
                                </w:rPr>
                              </w:pPr>
                            </w:p>
                            <w:p w14:paraId="4B7BF2E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D21C681" w14:textId="77777777" w:rsidR="00FE63DF" w:rsidRPr="00FE63DF" w:rsidRDefault="00FE63DF" w:rsidP="00FE63DF">
                              <w:pPr>
                                <w:spacing w:after="0"/>
                                <w:jc w:val="both"/>
                                <w:rPr>
                                  <w:color w:val="000000" w:themeColor="text1"/>
                                  <w:sz w:val="24"/>
                                  <w:szCs w:val="24"/>
                                </w:rPr>
                              </w:pPr>
                            </w:p>
                            <w:p w14:paraId="43C92D1D"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 xml:space="preserve">The costs of forming said entity, including, but not limited to, attorney’s fees, fees paid to the state of formation, and initial foreign registration and fictitious name fees, shall be apportioned among the undersigned parties in the following manner, irrespective as to whether the entity is actually formed: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17D47AE5" w14:textId="77777777" w:rsidR="00FE63DF" w:rsidRPr="00FE63DF" w:rsidRDefault="00FE63DF" w:rsidP="00FE63DF">
                              <w:pPr>
                                <w:spacing w:after="0"/>
                                <w:jc w:val="both"/>
                                <w:rPr>
                                  <w:color w:val="000000" w:themeColor="text1"/>
                                  <w:sz w:val="24"/>
                                  <w:szCs w:val="24"/>
                                </w:rPr>
                              </w:pPr>
                            </w:p>
                            <w:p w14:paraId="4D7B4FFF" w14:textId="77777777" w:rsidR="00FE63DF" w:rsidRPr="00FE63DF" w:rsidRDefault="00FE63DF" w:rsidP="00FE63DF">
                              <w:pPr>
                                <w:spacing w:after="0"/>
                                <w:jc w:val="both"/>
                                <w:rPr>
                                  <w:color w:val="000000" w:themeColor="text1"/>
                                  <w:sz w:val="24"/>
                                  <w:szCs w:val="24"/>
                                </w:rPr>
                              </w:pPr>
                            </w:p>
                            <w:p w14:paraId="0EB8DB4E"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Each of the parties agrees to pay his proportional share of said costs. Each party shall be entitled to be reimbursed by the business entity for such payment, after the entity is formed.</w:t>
                              </w:r>
                            </w:p>
                            <w:p w14:paraId="64C207DD" w14:textId="77777777" w:rsidR="00FE63DF" w:rsidRPr="00FE63DF" w:rsidRDefault="00FE63DF" w:rsidP="00FE63DF">
                              <w:pPr>
                                <w:spacing w:after="0"/>
                                <w:jc w:val="both"/>
                                <w:rPr>
                                  <w:color w:val="000000" w:themeColor="text1"/>
                                  <w:sz w:val="24"/>
                                  <w:szCs w:val="24"/>
                                </w:rPr>
                              </w:pPr>
                            </w:p>
                            <w:p w14:paraId="02B4A2E6"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Additional understandings among the parties: (Describe)</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6D9FD76"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53DD82A4" w14:textId="77777777" w:rsidR="00FE63DF" w:rsidRPr="00FE63DF" w:rsidRDefault="00FE63DF" w:rsidP="00FE63DF">
                              <w:pPr>
                                <w:spacing w:after="0"/>
                                <w:jc w:val="both"/>
                                <w:rPr>
                                  <w:color w:val="000000" w:themeColor="text1"/>
                                  <w:sz w:val="10"/>
                                  <w:szCs w:val="10"/>
                                </w:rPr>
                              </w:pPr>
                            </w:p>
                            <w:p w14:paraId="73E9B833"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84C6892" w14:textId="77777777" w:rsidR="00FE63DF" w:rsidRPr="00FE63DF" w:rsidRDefault="00FE63DF" w:rsidP="00FE63DF">
                              <w:pPr>
                                <w:spacing w:after="0"/>
                                <w:jc w:val="both"/>
                                <w:rPr>
                                  <w:color w:val="000000" w:themeColor="text1"/>
                                  <w:sz w:val="14"/>
                                  <w:szCs w:val="14"/>
                                  <w:u w:val="single"/>
                                </w:rPr>
                              </w:pPr>
                            </w:p>
                            <w:p w14:paraId="5654A68B"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Each of the parties acknowledges that the parties are relying on the reciprocal promises made herein in deciding to form the above-described business entity. A party who breaches this agreement shall be liable for the costs the non-breaching parties incur in enforcing this Agreement, including, but not limited to, attorney’s fees and court costs, in addition to any other form of damages.</w:t>
                              </w:r>
                            </w:p>
                            <w:p w14:paraId="088605DB" w14:textId="77777777" w:rsidR="00FE63DF" w:rsidRPr="00FE63DF" w:rsidRDefault="00FE63DF" w:rsidP="00FE63DF">
                              <w:pPr>
                                <w:spacing w:after="0"/>
                                <w:rPr>
                                  <w:color w:val="000000" w:themeColor="text1"/>
                                  <w:sz w:val="24"/>
                                  <w:szCs w:val="24"/>
                                  <w:u w:val="single"/>
                                </w:rPr>
                              </w:pPr>
                            </w:p>
                            <w:tbl>
                              <w:tblPr>
                                <w:tblStyle w:val="TableGrid"/>
                                <w:tblW w:w="0" w:type="auto"/>
                                <w:tblLook w:val="04A0" w:firstRow="1" w:lastRow="0" w:firstColumn="1" w:lastColumn="0" w:noHBand="0" w:noVBand="1"/>
                              </w:tblPr>
                              <w:tblGrid>
                                <w:gridCol w:w="3955"/>
                                <w:gridCol w:w="3780"/>
                                <w:gridCol w:w="1615"/>
                              </w:tblGrid>
                              <w:tr w:rsidR="00FE63DF" w14:paraId="69E4E9BD" w14:textId="77777777" w:rsidTr="00CA1EA5">
                                <w:tc>
                                  <w:tcPr>
                                    <w:tcW w:w="3955" w:type="dxa"/>
                                  </w:tcPr>
                                  <w:p w14:paraId="189B507E" w14:textId="77777777" w:rsidR="00FE63DF" w:rsidRDefault="00FE63DF" w:rsidP="00FE63DF">
                                    <w:pPr>
                                      <w:rPr>
                                        <w:b/>
                                        <w:sz w:val="24"/>
                                        <w:szCs w:val="24"/>
                                      </w:rPr>
                                    </w:pPr>
                                    <w:r w:rsidRPr="00FB5AA2">
                                      <w:rPr>
                                        <w:b/>
                                        <w:sz w:val="24"/>
                                        <w:szCs w:val="24"/>
                                      </w:rPr>
                                      <w:t>Printed Name</w:t>
                                    </w:r>
                                  </w:p>
                                  <w:p w14:paraId="196BB284" w14:textId="77777777" w:rsidR="00FE63DF" w:rsidRPr="00FB5AA2" w:rsidRDefault="00FE63DF" w:rsidP="00FE63DF">
                                    <w:pPr>
                                      <w:rPr>
                                        <w:b/>
                                        <w:sz w:val="24"/>
                                        <w:szCs w:val="24"/>
                                        <w:u w:val="single"/>
                                      </w:rPr>
                                    </w:pPr>
                                  </w:p>
                                </w:tc>
                                <w:tc>
                                  <w:tcPr>
                                    <w:tcW w:w="3780" w:type="dxa"/>
                                  </w:tcPr>
                                  <w:p w14:paraId="53AC2308" w14:textId="77777777" w:rsidR="00FE63DF" w:rsidRPr="00FB5AA2" w:rsidRDefault="00FE63DF" w:rsidP="00FE63DF">
                                    <w:pPr>
                                      <w:rPr>
                                        <w:b/>
                                        <w:sz w:val="24"/>
                                        <w:szCs w:val="24"/>
                                        <w:u w:val="single"/>
                                      </w:rPr>
                                    </w:pPr>
                                    <w:r w:rsidRPr="00FB5AA2">
                                      <w:rPr>
                                        <w:b/>
                                        <w:sz w:val="24"/>
                                        <w:szCs w:val="24"/>
                                      </w:rPr>
                                      <w:t>Signature</w:t>
                                    </w:r>
                                  </w:p>
                                </w:tc>
                                <w:tc>
                                  <w:tcPr>
                                    <w:tcW w:w="1615" w:type="dxa"/>
                                  </w:tcPr>
                                  <w:p w14:paraId="0DC8C2C6" w14:textId="77777777" w:rsidR="00FE63DF" w:rsidRPr="00FB5AA2" w:rsidRDefault="00FE63DF" w:rsidP="00FE63DF">
                                    <w:pPr>
                                      <w:rPr>
                                        <w:b/>
                                        <w:sz w:val="24"/>
                                        <w:szCs w:val="24"/>
                                        <w:u w:val="single"/>
                                      </w:rPr>
                                    </w:pPr>
                                    <w:r w:rsidRPr="00FB5AA2">
                                      <w:rPr>
                                        <w:b/>
                                        <w:sz w:val="24"/>
                                        <w:szCs w:val="24"/>
                                      </w:rPr>
                                      <w:t>Date</w:t>
                                    </w:r>
                                  </w:p>
                                </w:tc>
                              </w:tr>
                              <w:tr w:rsidR="00FE63DF" w14:paraId="49A693E4" w14:textId="77777777" w:rsidTr="00CA1EA5">
                                <w:tc>
                                  <w:tcPr>
                                    <w:tcW w:w="3955" w:type="dxa"/>
                                  </w:tcPr>
                                  <w:p w14:paraId="0DE7E043" w14:textId="77777777" w:rsidR="00FE63DF" w:rsidRPr="00C564EF" w:rsidRDefault="00FE63DF" w:rsidP="00FE63DF">
                                    <w:pPr>
                                      <w:rPr>
                                        <w:sz w:val="10"/>
                                        <w:szCs w:val="10"/>
                                        <w:u w:val="single"/>
                                      </w:rPr>
                                    </w:pPr>
                                  </w:p>
                                  <w:p w14:paraId="139333B3" w14:textId="77777777" w:rsidR="00FE63DF" w:rsidRDefault="00FE63DF" w:rsidP="00FE63DF">
                                    <w:pPr>
                                      <w:rPr>
                                        <w:sz w:val="24"/>
                                        <w:szCs w:val="24"/>
                                        <w:u w:val="single"/>
                                      </w:rPr>
                                    </w:pPr>
                                  </w:p>
                                </w:tc>
                                <w:tc>
                                  <w:tcPr>
                                    <w:tcW w:w="3780" w:type="dxa"/>
                                  </w:tcPr>
                                  <w:p w14:paraId="113306D6" w14:textId="77777777" w:rsidR="00FE63DF" w:rsidRDefault="00FE63DF" w:rsidP="00FE63DF">
                                    <w:pPr>
                                      <w:rPr>
                                        <w:sz w:val="24"/>
                                        <w:szCs w:val="24"/>
                                        <w:u w:val="single"/>
                                      </w:rPr>
                                    </w:pPr>
                                  </w:p>
                                </w:tc>
                                <w:tc>
                                  <w:tcPr>
                                    <w:tcW w:w="1615" w:type="dxa"/>
                                  </w:tcPr>
                                  <w:p w14:paraId="6D9A0B0B" w14:textId="77777777" w:rsidR="00FE63DF" w:rsidRDefault="00FE63DF" w:rsidP="00FE63DF">
                                    <w:pPr>
                                      <w:rPr>
                                        <w:sz w:val="24"/>
                                        <w:szCs w:val="24"/>
                                        <w:u w:val="single"/>
                                      </w:rPr>
                                    </w:pPr>
                                  </w:p>
                                </w:tc>
                              </w:tr>
                              <w:tr w:rsidR="00FE63DF" w14:paraId="555AD9B4" w14:textId="77777777" w:rsidTr="00CA1EA5">
                                <w:tc>
                                  <w:tcPr>
                                    <w:tcW w:w="3955" w:type="dxa"/>
                                  </w:tcPr>
                                  <w:p w14:paraId="16846514" w14:textId="77777777" w:rsidR="00FE63DF" w:rsidRDefault="00FE63DF" w:rsidP="00FE63DF">
                                    <w:pPr>
                                      <w:rPr>
                                        <w:sz w:val="10"/>
                                        <w:szCs w:val="10"/>
                                        <w:u w:val="single"/>
                                      </w:rPr>
                                    </w:pPr>
                                  </w:p>
                                  <w:p w14:paraId="70265C2C" w14:textId="77777777" w:rsidR="00FE63DF" w:rsidRPr="00C564EF" w:rsidRDefault="00FE63DF" w:rsidP="00FE63DF">
                                    <w:pPr>
                                      <w:rPr>
                                        <w:sz w:val="24"/>
                                        <w:szCs w:val="24"/>
                                        <w:u w:val="single"/>
                                      </w:rPr>
                                    </w:pPr>
                                  </w:p>
                                </w:tc>
                                <w:tc>
                                  <w:tcPr>
                                    <w:tcW w:w="3780" w:type="dxa"/>
                                  </w:tcPr>
                                  <w:p w14:paraId="0AAAEEC3" w14:textId="77777777" w:rsidR="00FE63DF" w:rsidRDefault="00FE63DF" w:rsidP="00FE63DF">
                                    <w:pPr>
                                      <w:rPr>
                                        <w:sz w:val="24"/>
                                        <w:szCs w:val="24"/>
                                        <w:u w:val="single"/>
                                      </w:rPr>
                                    </w:pPr>
                                  </w:p>
                                </w:tc>
                                <w:tc>
                                  <w:tcPr>
                                    <w:tcW w:w="1615" w:type="dxa"/>
                                  </w:tcPr>
                                  <w:p w14:paraId="5A965C2C" w14:textId="77777777" w:rsidR="00FE63DF" w:rsidRDefault="00FE63DF" w:rsidP="00FE63DF">
                                    <w:pPr>
                                      <w:rPr>
                                        <w:sz w:val="24"/>
                                        <w:szCs w:val="24"/>
                                        <w:u w:val="single"/>
                                      </w:rPr>
                                    </w:pPr>
                                  </w:p>
                                </w:tc>
                              </w:tr>
                              <w:tr w:rsidR="00FE63DF" w14:paraId="67D3E57E" w14:textId="77777777" w:rsidTr="00CA1EA5">
                                <w:tc>
                                  <w:tcPr>
                                    <w:tcW w:w="3955" w:type="dxa"/>
                                  </w:tcPr>
                                  <w:p w14:paraId="195EA071" w14:textId="77777777" w:rsidR="00FE63DF" w:rsidRPr="00C564EF" w:rsidRDefault="00FE63DF" w:rsidP="00FE63DF">
                                    <w:pPr>
                                      <w:rPr>
                                        <w:sz w:val="10"/>
                                        <w:szCs w:val="10"/>
                                        <w:u w:val="single"/>
                                      </w:rPr>
                                    </w:pPr>
                                  </w:p>
                                  <w:p w14:paraId="5E3DBE8E" w14:textId="77777777" w:rsidR="00FE63DF" w:rsidRDefault="00FE63DF" w:rsidP="00FE63DF">
                                    <w:pPr>
                                      <w:rPr>
                                        <w:sz w:val="24"/>
                                        <w:szCs w:val="24"/>
                                        <w:u w:val="single"/>
                                      </w:rPr>
                                    </w:pPr>
                                  </w:p>
                                </w:tc>
                                <w:tc>
                                  <w:tcPr>
                                    <w:tcW w:w="3780" w:type="dxa"/>
                                  </w:tcPr>
                                  <w:p w14:paraId="01C42D93" w14:textId="77777777" w:rsidR="00FE63DF" w:rsidRDefault="00FE63DF" w:rsidP="00FE63DF">
                                    <w:pPr>
                                      <w:rPr>
                                        <w:sz w:val="24"/>
                                        <w:szCs w:val="24"/>
                                        <w:u w:val="single"/>
                                      </w:rPr>
                                    </w:pPr>
                                  </w:p>
                                </w:tc>
                                <w:tc>
                                  <w:tcPr>
                                    <w:tcW w:w="1615" w:type="dxa"/>
                                  </w:tcPr>
                                  <w:p w14:paraId="5E1507AA" w14:textId="77777777" w:rsidR="00FE63DF" w:rsidRDefault="00FE63DF" w:rsidP="00FE63DF">
                                    <w:pPr>
                                      <w:rPr>
                                        <w:sz w:val="24"/>
                                        <w:szCs w:val="24"/>
                                        <w:u w:val="single"/>
                                      </w:rPr>
                                    </w:pPr>
                                  </w:p>
                                </w:tc>
                              </w:tr>
                              <w:tr w:rsidR="00FE63DF" w14:paraId="309C9645" w14:textId="77777777" w:rsidTr="00CA1EA5">
                                <w:tc>
                                  <w:tcPr>
                                    <w:tcW w:w="3955" w:type="dxa"/>
                                  </w:tcPr>
                                  <w:p w14:paraId="4717F05C" w14:textId="77777777" w:rsidR="00FE63DF" w:rsidRPr="00C564EF" w:rsidRDefault="00FE63DF" w:rsidP="00FE63DF">
                                    <w:pPr>
                                      <w:rPr>
                                        <w:sz w:val="10"/>
                                        <w:szCs w:val="10"/>
                                        <w:u w:val="single"/>
                                      </w:rPr>
                                    </w:pPr>
                                  </w:p>
                                  <w:p w14:paraId="7C6CCE3D" w14:textId="77777777" w:rsidR="00FE63DF" w:rsidRDefault="00FE63DF" w:rsidP="00FE63DF">
                                    <w:pPr>
                                      <w:rPr>
                                        <w:sz w:val="24"/>
                                        <w:szCs w:val="24"/>
                                        <w:u w:val="single"/>
                                      </w:rPr>
                                    </w:pPr>
                                  </w:p>
                                </w:tc>
                                <w:tc>
                                  <w:tcPr>
                                    <w:tcW w:w="3780" w:type="dxa"/>
                                  </w:tcPr>
                                  <w:p w14:paraId="7530EBAC" w14:textId="77777777" w:rsidR="00FE63DF" w:rsidRDefault="00FE63DF" w:rsidP="00FE63DF">
                                    <w:pPr>
                                      <w:rPr>
                                        <w:sz w:val="24"/>
                                        <w:szCs w:val="24"/>
                                        <w:u w:val="single"/>
                                      </w:rPr>
                                    </w:pPr>
                                  </w:p>
                                </w:tc>
                                <w:tc>
                                  <w:tcPr>
                                    <w:tcW w:w="1615" w:type="dxa"/>
                                  </w:tcPr>
                                  <w:p w14:paraId="70CE2CE1" w14:textId="77777777" w:rsidR="00FE63DF" w:rsidRDefault="00FE63DF" w:rsidP="00FE63DF">
                                    <w:pPr>
                                      <w:rPr>
                                        <w:sz w:val="24"/>
                                        <w:szCs w:val="24"/>
                                        <w:u w:val="single"/>
                                      </w:rPr>
                                    </w:pPr>
                                  </w:p>
                                </w:tc>
                              </w:tr>
                              <w:tr w:rsidR="00FE63DF" w14:paraId="7D4557D4" w14:textId="77777777" w:rsidTr="00CA1EA5">
                                <w:tc>
                                  <w:tcPr>
                                    <w:tcW w:w="3955" w:type="dxa"/>
                                  </w:tcPr>
                                  <w:p w14:paraId="023DA984" w14:textId="77777777" w:rsidR="00FE63DF" w:rsidRPr="00C564EF" w:rsidRDefault="00FE63DF" w:rsidP="00FE63DF">
                                    <w:pPr>
                                      <w:rPr>
                                        <w:sz w:val="10"/>
                                        <w:szCs w:val="10"/>
                                        <w:u w:val="single"/>
                                      </w:rPr>
                                    </w:pPr>
                                  </w:p>
                                  <w:p w14:paraId="129CD545" w14:textId="77777777" w:rsidR="00FE63DF" w:rsidRDefault="00FE63DF" w:rsidP="00FE63DF">
                                    <w:pPr>
                                      <w:rPr>
                                        <w:sz w:val="24"/>
                                        <w:szCs w:val="24"/>
                                        <w:u w:val="single"/>
                                      </w:rPr>
                                    </w:pPr>
                                  </w:p>
                                </w:tc>
                                <w:tc>
                                  <w:tcPr>
                                    <w:tcW w:w="3780" w:type="dxa"/>
                                  </w:tcPr>
                                  <w:p w14:paraId="25AE60E8" w14:textId="77777777" w:rsidR="00FE63DF" w:rsidRDefault="00FE63DF" w:rsidP="00FE63DF">
                                    <w:pPr>
                                      <w:rPr>
                                        <w:sz w:val="24"/>
                                        <w:szCs w:val="24"/>
                                        <w:u w:val="single"/>
                                      </w:rPr>
                                    </w:pPr>
                                  </w:p>
                                </w:tc>
                                <w:tc>
                                  <w:tcPr>
                                    <w:tcW w:w="1615" w:type="dxa"/>
                                  </w:tcPr>
                                  <w:p w14:paraId="2DC86E89" w14:textId="77777777" w:rsidR="00FE63DF" w:rsidRDefault="00FE63DF" w:rsidP="00FE63DF">
                                    <w:pPr>
                                      <w:rPr>
                                        <w:sz w:val="24"/>
                                        <w:szCs w:val="24"/>
                                        <w:u w:val="single"/>
                                      </w:rPr>
                                    </w:pPr>
                                  </w:p>
                                </w:tc>
                              </w:tr>
                              <w:tr w:rsidR="00FE63DF" w14:paraId="476BB959" w14:textId="77777777" w:rsidTr="00CA1EA5">
                                <w:tc>
                                  <w:tcPr>
                                    <w:tcW w:w="3955" w:type="dxa"/>
                                  </w:tcPr>
                                  <w:p w14:paraId="68476CF4" w14:textId="77777777" w:rsidR="00FE63DF" w:rsidRPr="00C564EF" w:rsidRDefault="00FE63DF" w:rsidP="00FE63DF">
                                    <w:pPr>
                                      <w:rPr>
                                        <w:sz w:val="10"/>
                                        <w:szCs w:val="10"/>
                                        <w:u w:val="single"/>
                                      </w:rPr>
                                    </w:pPr>
                                  </w:p>
                                  <w:p w14:paraId="172BC01C" w14:textId="77777777" w:rsidR="00FE63DF" w:rsidRDefault="00FE63DF" w:rsidP="00FE63DF">
                                    <w:pPr>
                                      <w:rPr>
                                        <w:sz w:val="24"/>
                                        <w:szCs w:val="24"/>
                                        <w:u w:val="single"/>
                                      </w:rPr>
                                    </w:pPr>
                                  </w:p>
                                </w:tc>
                                <w:tc>
                                  <w:tcPr>
                                    <w:tcW w:w="3780" w:type="dxa"/>
                                  </w:tcPr>
                                  <w:p w14:paraId="0475A221" w14:textId="77777777" w:rsidR="00FE63DF" w:rsidRDefault="00FE63DF" w:rsidP="00FE63DF">
                                    <w:pPr>
                                      <w:rPr>
                                        <w:sz w:val="24"/>
                                        <w:szCs w:val="24"/>
                                        <w:u w:val="single"/>
                                      </w:rPr>
                                    </w:pPr>
                                  </w:p>
                                </w:tc>
                                <w:tc>
                                  <w:tcPr>
                                    <w:tcW w:w="1615" w:type="dxa"/>
                                  </w:tcPr>
                                  <w:p w14:paraId="2FD9890E" w14:textId="77777777" w:rsidR="00FE63DF" w:rsidRDefault="00FE63DF" w:rsidP="00FE63DF">
                                    <w:pPr>
                                      <w:rPr>
                                        <w:sz w:val="24"/>
                                        <w:szCs w:val="24"/>
                                        <w:u w:val="single"/>
                                      </w:rPr>
                                    </w:pPr>
                                  </w:p>
                                </w:tc>
                              </w:tr>
                              <w:tr w:rsidR="00FE63DF" w14:paraId="26D71E82" w14:textId="77777777" w:rsidTr="00CA1EA5">
                                <w:tc>
                                  <w:tcPr>
                                    <w:tcW w:w="3955" w:type="dxa"/>
                                  </w:tcPr>
                                  <w:p w14:paraId="0AB26E51" w14:textId="77777777" w:rsidR="00FE63DF" w:rsidRPr="00C564EF" w:rsidRDefault="00FE63DF" w:rsidP="00FE63DF">
                                    <w:pPr>
                                      <w:rPr>
                                        <w:sz w:val="10"/>
                                        <w:szCs w:val="10"/>
                                        <w:u w:val="single"/>
                                      </w:rPr>
                                    </w:pPr>
                                  </w:p>
                                  <w:p w14:paraId="7A3ECAE0" w14:textId="77777777" w:rsidR="00FE63DF" w:rsidRDefault="00FE63DF" w:rsidP="00FE63DF">
                                    <w:pPr>
                                      <w:rPr>
                                        <w:sz w:val="24"/>
                                        <w:szCs w:val="24"/>
                                        <w:u w:val="single"/>
                                      </w:rPr>
                                    </w:pPr>
                                  </w:p>
                                </w:tc>
                                <w:tc>
                                  <w:tcPr>
                                    <w:tcW w:w="3780" w:type="dxa"/>
                                  </w:tcPr>
                                  <w:p w14:paraId="55F9EF15" w14:textId="77777777" w:rsidR="00FE63DF" w:rsidRDefault="00FE63DF" w:rsidP="00FE63DF">
                                    <w:pPr>
                                      <w:rPr>
                                        <w:sz w:val="24"/>
                                        <w:szCs w:val="24"/>
                                        <w:u w:val="single"/>
                                      </w:rPr>
                                    </w:pPr>
                                  </w:p>
                                </w:tc>
                                <w:tc>
                                  <w:tcPr>
                                    <w:tcW w:w="1615" w:type="dxa"/>
                                  </w:tcPr>
                                  <w:p w14:paraId="7055CE45" w14:textId="77777777" w:rsidR="00FE63DF" w:rsidRDefault="00FE63DF" w:rsidP="00FE63DF">
                                    <w:pPr>
                                      <w:rPr>
                                        <w:sz w:val="24"/>
                                        <w:szCs w:val="24"/>
                                        <w:u w:val="single"/>
                                      </w:rPr>
                                    </w:pPr>
                                  </w:p>
                                </w:tc>
                              </w:tr>
                              <w:tr w:rsidR="00FE63DF" w14:paraId="78489BEC" w14:textId="77777777" w:rsidTr="00CA1EA5">
                                <w:tc>
                                  <w:tcPr>
                                    <w:tcW w:w="3955" w:type="dxa"/>
                                  </w:tcPr>
                                  <w:p w14:paraId="25BA3B5E" w14:textId="77777777" w:rsidR="00FE63DF" w:rsidRDefault="00FE63DF" w:rsidP="00FE63DF">
                                    <w:pPr>
                                      <w:rPr>
                                        <w:sz w:val="10"/>
                                        <w:szCs w:val="10"/>
                                        <w:u w:val="single"/>
                                      </w:rPr>
                                    </w:pPr>
                                  </w:p>
                                  <w:p w14:paraId="74844C54" w14:textId="77777777" w:rsidR="00FE63DF" w:rsidRPr="00C564EF" w:rsidRDefault="00FE63DF" w:rsidP="00FE63DF">
                                    <w:pPr>
                                      <w:rPr>
                                        <w:sz w:val="24"/>
                                        <w:szCs w:val="24"/>
                                        <w:u w:val="single"/>
                                      </w:rPr>
                                    </w:pPr>
                                  </w:p>
                                </w:tc>
                                <w:tc>
                                  <w:tcPr>
                                    <w:tcW w:w="3780" w:type="dxa"/>
                                  </w:tcPr>
                                  <w:p w14:paraId="127121CA" w14:textId="77777777" w:rsidR="00FE63DF" w:rsidRDefault="00FE63DF" w:rsidP="00FE63DF">
                                    <w:pPr>
                                      <w:rPr>
                                        <w:sz w:val="24"/>
                                        <w:szCs w:val="24"/>
                                        <w:u w:val="single"/>
                                      </w:rPr>
                                    </w:pPr>
                                  </w:p>
                                </w:tc>
                                <w:tc>
                                  <w:tcPr>
                                    <w:tcW w:w="1615" w:type="dxa"/>
                                  </w:tcPr>
                                  <w:p w14:paraId="1929EBD2" w14:textId="77777777" w:rsidR="00FE63DF" w:rsidRDefault="00FE63DF" w:rsidP="00FE63DF">
                                    <w:pPr>
                                      <w:rPr>
                                        <w:sz w:val="24"/>
                                        <w:szCs w:val="24"/>
                                        <w:u w:val="single"/>
                                      </w:rPr>
                                    </w:pPr>
                                  </w:p>
                                </w:tc>
                              </w:tr>
                            </w:tbl>
                            <w:p w14:paraId="14929543" w14:textId="77777777" w:rsidR="00FE63DF" w:rsidRPr="00FB5AA2" w:rsidRDefault="00FE63DF" w:rsidP="00FE63DF">
                              <w:pPr>
                                <w:spacing w:after="0"/>
                                <w:rPr>
                                  <w:sz w:val="24"/>
                                  <w:szCs w:val="24"/>
                                  <w:u w:val="single"/>
                                </w:rPr>
                              </w:pPr>
                            </w:p>
                            <w:p w14:paraId="494546D3" w14:textId="77777777" w:rsidR="00FE63DF" w:rsidRDefault="00FE63DF" w:rsidP="00FE63DF">
                              <w:pPr>
                                <w:jc w:val="center"/>
                              </w:pPr>
                            </w:p>
                          </w:txbxContent>
                        </wps:txbx>
                        <wps:bodyPr rtlCol="0" anchor="ctr"/>
                      </wps:wsp>
                      <wps:wsp>
                        <wps:cNvPr id="34" name="Rectangle 34">
                          <a:extLst>
                            <a:ext uri="{C183D7F6-B498-43B3-948B-1728B52AA6E4}">
                              <adec:decorative xmlns:adec="http://schemas.microsoft.com/office/drawing/2017/decorative" val="1"/>
                            </a:ext>
                          </a:extLst>
                        </wps:cNvPr>
                        <wps:cNvSpPr/>
                        <wps:spPr>
                          <a:xfrm>
                            <a:off x="6924675" y="57150"/>
                            <a:ext cx="324484" cy="324556"/>
                          </a:xfrm>
                          <a:prstGeom prst="rect">
                            <a:avLst/>
                          </a:prstGeom>
                          <a:grp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51" name="Picture 5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78777" cy="1258570"/>
                          </a:xfrm>
                          <a:prstGeom prst="snip1Rect">
                            <a:avLst>
                              <a:gd name="adj" fmla="val 31795"/>
                            </a:avLst>
                          </a:prstGeom>
                          <a:grpFill/>
                          <a:ln>
                            <a:solidFill>
                              <a:schemeClr val="accent4">
                                <a:lumMod val="60000"/>
                                <a:lumOff val="40000"/>
                              </a:schemeClr>
                            </a:solidFill>
                          </a:ln>
                        </pic:spPr>
                      </pic:pic>
                      <wps:wsp>
                        <wps:cNvPr id="36" name="Oval 36">
                          <a:extLst>
                            <a:ext uri="{C183D7F6-B498-43B3-948B-1728B52AA6E4}">
                              <adec:decorative xmlns:adec="http://schemas.microsoft.com/office/drawing/2017/decorative" val="1"/>
                            </a:ext>
                          </a:extLst>
                        </wps:cNvPr>
                        <wps:cNvSpPr/>
                        <wps:spPr>
                          <a:xfrm>
                            <a:off x="209550" y="333375"/>
                            <a:ext cx="644418" cy="644412"/>
                          </a:xfrm>
                          <a:prstGeom prst="ellipse">
                            <a:avLst/>
                          </a:prstGeom>
                          <a:grp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Graphic 8" descr="Icon Email"/>
                        <wps:cNvSpPr>
                          <a:spLocks noChangeAspect="1"/>
                        </wps:cNvSpPr>
                        <wps:spPr>
                          <a:xfrm>
                            <a:off x="352425" y="457200"/>
                            <a:ext cx="356170" cy="360000"/>
                          </a:xfrm>
                          <a:custGeom>
                            <a:avLst/>
                            <a:gdLst>
                              <a:gd name="connsiteX0" fmla="*/ 91154 w 885825"/>
                              <a:gd name="connsiteY0" fmla="*/ 897636 h 895350"/>
                              <a:gd name="connsiteX1" fmla="*/ 799433 w 885825"/>
                              <a:gd name="connsiteY1" fmla="*/ 897636 h 895350"/>
                              <a:gd name="connsiteX2" fmla="*/ 883444 w 885825"/>
                              <a:gd name="connsiteY2" fmla="*/ 813530 h 895350"/>
                              <a:gd name="connsiteX3" fmla="*/ 883444 w 885825"/>
                              <a:gd name="connsiteY3" fmla="*/ 363760 h 895350"/>
                              <a:gd name="connsiteX4" fmla="*/ 874967 w 885825"/>
                              <a:gd name="connsiteY4" fmla="*/ 345567 h 895350"/>
                              <a:gd name="connsiteX5" fmla="*/ 757714 w 885825"/>
                              <a:gd name="connsiteY5" fmla="*/ 246507 h 895350"/>
                              <a:gd name="connsiteX6" fmla="*/ 757714 w 885825"/>
                              <a:gd name="connsiteY6" fmla="*/ 73819 h 895350"/>
                              <a:gd name="connsiteX7" fmla="*/ 691039 w 885825"/>
                              <a:gd name="connsiteY7" fmla="*/ 7144 h 895350"/>
                              <a:gd name="connsiteX8" fmla="*/ 204216 w 885825"/>
                              <a:gd name="connsiteY8" fmla="*/ 7144 h 895350"/>
                              <a:gd name="connsiteX9" fmla="*/ 137541 w 885825"/>
                              <a:gd name="connsiteY9" fmla="*/ 73819 h 895350"/>
                              <a:gd name="connsiteX10" fmla="*/ 137541 w 885825"/>
                              <a:gd name="connsiteY10" fmla="*/ 242888 h 895350"/>
                              <a:gd name="connsiteX11" fmla="*/ 15621 w 885825"/>
                              <a:gd name="connsiteY11" fmla="*/ 345567 h 895350"/>
                              <a:gd name="connsiteX12" fmla="*/ 7144 w 885825"/>
                              <a:gd name="connsiteY12" fmla="*/ 363760 h 895350"/>
                              <a:gd name="connsiteX13" fmla="*/ 7144 w 885825"/>
                              <a:gd name="connsiteY13" fmla="*/ 813530 h 895350"/>
                              <a:gd name="connsiteX14" fmla="*/ 91154 w 885825"/>
                              <a:gd name="connsiteY14" fmla="*/ 897636 h 895350"/>
                              <a:gd name="connsiteX15" fmla="*/ 799338 w 885825"/>
                              <a:gd name="connsiteY15" fmla="*/ 850011 h 895350"/>
                              <a:gd name="connsiteX16" fmla="*/ 91154 w 885825"/>
                              <a:gd name="connsiteY16" fmla="*/ 850011 h 895350"/>
                              <a:gd name="connsiteX17" fmla="*/ 54769 w 885825"/>
                              <a:gd name="connsiteY17" fmla="*/ 813530 h 895350"/>
                              <a:gd name="connsiteX18" fmla="*/ 54769 w 885825"/>
                              <a:gd name="connsiteY18" fmla="*/ 409194 h 895350"/>
                              <a:gd name="connsiteX19" fmla="*/ 326231 w 885825"/>
                              <a:gd name="connsiteY19" fmla="*/ 601218 h 895350"/>
                              <a:gd name="connsiteX20" fmla="*/ 133541 w 885825"/>
                              <a:gd name="connsiteY20" fmla="*/ 748665 h 895350"/>
                              <a:gd name="connsiteX21" fmla="*/ 128778 w 885825"/>
                              <a:gd name="connsiteY21" fmla="*/ 782003 h 895350"/>
                              <a:gd name="connsiteX22" fmla="*/ 162116 w 885825"/>
                              <a:gd name="connsiteY22" fmla="*/ 786765 h 895350"/>
                              <a:gd name="connsiteX23" fmla="*/ 366998 w 885825"/>
                              <a:gd name="connsiteY23" fmla="*/ 629984 h 895350"/>
                              <a:gd name="connsiteX24" fmla="*/ 433673 w 885825"/>
                              <a:gd name="connsiteY24" fmla="*/ 677609 h 895350"/>
                              <a:gd name="connsiteX25" fmla="*/ 461200 w 885825"/>
                              <a:gd name="connsiteY25" fmla="*/ 677609 h 895350"/>
                              <a:gd name="connsiteX26" fmla="*/ 527876 w 885825"/>
                              <a:gd name="connsiteY26" fmla="*/ 629984 h 895350"/>
                              <a:gd name="connsiteX27" fmla="*/ 732854 w 885825"/>
                              <a:gd name="connsiteY27" fmla="*/ 786479 h 895350"/>
                              <a:gd name="connsiteX28" fmla="*/ 766191 w 885825"/>
                              <a:gd name="connsiteY28" fmla="*/ 781717 h 895350"/>
                              <a:gd name="connsiteX29" fmla="*/ 761429 w 885825"/>
                              <a:gd name="connsiteY29" fmla="*/ 748379 h 895350"/>
                              <a:gd name="connsiteX30" fmla="*/ 569119 w 885825"/>
                              <a:gd name="connsiteY30" fmla="*/ 601218 h 895350"/>
                              <a:gd name="connsiteX31" fmla="*/ 835819 w 885825"/>
                              <a:gd name="connsiteY31" fmla="*/ 412623 h 895350"/>
                              <a:gd name="connsiteX32" fmla="*/ 835819 w 885825"/>
                              <a:gd name="connsiteY32" fmla="*/ 813626 h 895350"/>
                              <a:gd name="connsiteX33" fmla="*/ 799433 w 885825"/>
                              <a:gd name="connsiteY33" fmla="*/ 850011 h 895350"/>
                              <a:gd name="connsiteX34" fmla="*/ 822484 w 885825"/>
                              <a:gd name="connsiteY34" fmla="*/ 363665 h 895350"/>
                              <a:gd name="connsiteX35" fmla="*/ 757714 w 885825"/>
                              <a:gd name="connsiteY35" fmla="*/ 409480 h 895350"/>
                              <a:gd name="connsiteX36" fmla="*/ 757714 w 885825"/>
                              <a:gd name="connsiteY36" fmla="*/ 308800 h 895350"/>
                              <a:gd name="connsiteX37" fmla="*/ 204216 w 885825"/>
                              <a:gd name="connsiteY37" fmla="*/ 54864 h 895350"/>
                              <a:gd name="connsiteX38" fmla="*/ 691134 w 885825"/>
                              <a:gd name="connsiteY38" fmla="*/ 54864 h 895350"/>
                              <a:gd name="connsiteX39" fmla="*/ 710184 w 885825"/>
                              <a:gd name="connsiteY39" fmla="*/ 73914 h 895350"/>
                              <a:gd name="connsiteX40" fmla="*/ 710184 w 885825"/>
                              <a:gd name="connsiteY40" fmla="*/ 442913 h 895350"/>
                              <a:gd name="connsiteX41" fmla="*/ 447675 w 885825"/>
                              <a:gd name="connsiteY41" fmla="*/ 628745 h 895350"/>
                              <a:gd name="connsiteX42" fmla="*/ 185261 w 885825"/>
                              <a:gd name="connsiteY42" fmla="*/ 442913 h 895350"/>
                              <a:gd name="connsiteX43" fmla="*/ 185261 w 885825"/>
                              <a:gd name="connsiteY43" fmla="*/ 73819 h 895350"/>
                              <a:gd name="connsiteX44" fmla="*/ 204216 w 885825"/>
                              <a:gd name="connsiteY44" fmla="*/ 54864 h 895350"/>
                              <a:gd name="connsiteX45" fmla="*/ 137541 w 885825"/>
                              <a:gd name="connsiteY45" fmla="*/ 409480 h 895350"/>
                              <a:gd name="connsiteX46" fmla="*/ 70104 w 885825"/>
                              <a:gd name="connsiteY46" fmla="*/ 361855 h 895350"/>
                              <a:gd name="connsiteX47" fmla="*/ 137541 w 885825"/>
                              <a:gd name="connsiteY47" fmla="*/ 304705 h 895350"/>
                              <a:gd name="connsiteX48" fmla="*/ 445294 w 885825"/>
                              <a:gd name="connsiteY48" fmla="*/ 506444 h 895350"/>
                              <a:gd name="connsiteX49" fmla="*/ 451390 w 885825"/>
                              <a:gd name="connsiteY49" fmla="*/ 506444 h 895350"/>
                              <a:gd name="connsiteX50" fmla="*/ 475202 w 885825"/>
                              <a:gd name="connsiteY50" fmla="*/ 482632 h 895350"/>
                              <a:gd name="connsiteX51" fmla="*/ 451390 w 885825"/>
                              <a:gd name="connsiteY51" fmla="*/ 458819 h 895350"/>
                              <a:gd name="connsiteX52" fmla="*/ 445294 w 885825"/>
                              <a:gd name="connsiteY52" fmla="*/ 458819 h 895350"/>
                              <a:gd name="connsiteX53" fmla="*/ 293465 w 885825"/>
                              <a:gd name="connsiteY53" fmla="*/ 306991 h 895350"/>
                              <a:gd name="connsiteX54" fmla="*/ 445294 w 885825"/>
                              <a:gd name="connsiteY54" fmla="*/ 155162 h 895350"/>
                              <a:gd name="connsiteX55" fmla="*/ 597122 w 885825"/>
                              <a:gd name="connsiteY55" fmla="*/ 306991 h 895350"/>
                              <a:gd name="connsiteX56" fmla="*/ 597122 w 885825"/>
                              <a:gd name="connsiteY56" fmla="*/ 347663 h 895350"/>
                              <a:gd name="connsiteX57" fmla="*/ 569004 w 885825"/>
                              <a:gd name="connsiteY57" fmla="*/ 372599 h 895350"/>
                              <a:gd name="connsiteX58" fmla="*/ 544068 w 885825"/>
                              <a:gd name="connsiteY58" fmla="*/ 347663 h 895350"/>
                              <a:gd name="connsiteX59" fmla="*/ 544068 w 885825"/>
                              <a:gd name="connsiteY59" fmla="*/ 306991 h 895350"/>
                              <a:gd name="connsiteX60" fmla="*/ 445656 w 885825"/>
                              <a:gd name="connsiteY60" fmla="*/ 207288 h 895350"/>
                              <a:gd name="connsiteX61" fmla="*/ 345952 w 885825"/>
                              <a:gd name="connsiteY61" fmla="*/ 305700 h 895350"/>
                              <a:gd name="connsiteX62" fmla="*/ 444365 w 885825"/>
                              <a:gd name="connsiteY62" fmla="*/ 405403 h 895350"/>
                              <a:gd name="connsiteX63" fmla="*/ 505968 w 885825"/>
                              <a:gd name="connsiteY63" fmla="*/ 384429 h 895350"/>
                              <a:gd name="connsiteX64" fmla="*/ 606816 w 885825"/>
                              <a:gd name="connsiteY64" fmla="*/ 412935 h 895350"/>
                              <a:gd name="connsiteX65" fmla="*/ 644747 w 885825"/>
                              <a:gd name="connsiteY65" fmla="*/ 347663 h 895350"/>
                              <a:gd name="connsiteX66" fmla="*/ 644747 w 885825"/>
                              <a:gd name="connsiteY66" fmla="*/ 306991 h 895350"/>
                              <a:gd name="connsiteX67" fmla="*/ 445294 w 885825"/>
                              <a:gd name="connsiteY67" fmla="*/ 107537 h 895350"/>
                              <a:gd name="connsiteX68" fmla="*/ 245840 w 885825"/>
                              <a:gd name="connsiteY68" fmla="*/ 306991 h 895350"/>
                              <a:gd name="connsiteX69" fmla="*/ 445294 w 885825"/>
                              <a:gd name="connsiteY69" fmla="*/ 506444 h 895350"/>
                              <a:gd name="connsiteX70" fmla="*/ 445294 w 885825"/>
                              <a:gd name="connsiteY70" fmla="*/ 358140 h 895350"/>
                              <a:gd name="connsiteX71" fmla="*/ 394145 w 885825"/>
                              <a:gd name="connsiteY71" fmla="*/ 306991 h 895350"/>
                              <a:gd name="connsiteX72" fmla="*/ 445294 w 885825"/>
                              <a:gd name="connsiteY72" fmla="*/ 255842 h 895350"/>
                              <a:gd name="connsiteX73" fmla="*/ 496443 w 885825"/>
                              <a:gd name="connsiteY73" fmla="*/ 306991 h 895350"/>
                              <a:gd name="connsiteX74" fmla="*/ 445294 w 885825"/>
                              <a:gd name="connsiteY74" fmla="*/ 358140 h 895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Lst>
                            <a:rect l="l" t="t" r="r" b="b"/>
                            <a:pathLst>
                              <a:path w="885825" h="895350">
                                <a:moveTo>
                                  <a:pt x="91154" y="897636"/>
                                </a:moveTo>
                                <a:lnTo>
                                  <a:pt x="799433" y="897636"/>
                                </a:lnTo>
                                <a:cubicBezTo>
                                  <a:pt x="845847" y="897584"/>
                                  <a:pt x="883444" y="859944"/>
                                  <a:pt x="883444" y="813530"/>
                                </a:cubicBezTo>
                                <a:lnTo>
                                  <a:pt x="883444" y="363760"/>
                                </a:lnTo>
                                <a:cubicBezTo>
                                  <a:pt x="883436" y="356743"/>
                                  <a:pt x="880335" y="350086"/>
                                  <a:pt x="874967" y="345567"/>
                                </a:cubicBezTo>
                                <a:lnTo>
                                  <a:pt x="757714" y="246507"/>
                                </a:lnTo>
                                <a:lnTo>
                                  <a:pt x="757714" y="73819"/>
                                </a:lnTo>
                                <a:cubicBezTo>
                                  <a:pt x="757714" y="36995"/>
                                  <a:pt x="727862" y="7144"/>
                                  <a:pt x="691039" y="7144"/>
                                </a:cubicBezTo>
                                <a:lnTo>
                                  <a:pt x="204216" y="7144"/>
                                </a:lnTo>
                                <a:cubicBezTo>
                                  <a:pt x="167392" y="7144"/>
                                  <a:pt x="137541" y="36995"/>
                                  <a:pt x="137541" y="73819"/>
                                </a:cubicBezTo>
                                <a:lnTo>
                                  <a:pt x="137541" y="242888"/>
                                </a:lnTo>
                                <a:lnTo>
                                  <a:pt x="15621" y="345567"/>
                                </a:lnTo>
                                <a:cubicBezTo>
                                  <a:pt x="10253" y="350086"/>
                                  <a:pt x="7151" y="356743"/>
                                  <a:pt x="7144" y="363760"/>
                                </a:cubicBezTo>
                                <a:lnTo>
                                  <a:pt x="7144" y="813530"/>
                                </a:lnTo>
                                <a:cubicBezTo>
                                  <a:pt x="7144" y="859944"/>
                                  <a:pt x="44741" y="897584"/>
                                  <a:pt x="91154" y="897636"/>
                                </a:cubicBezTo>
                                <a:close/>
                                <a:moveTo>
                                  <a:pt x="799338" y="850011"/>
                                </a:moveTo>
                                <a:lnTo>
                                  <a:pt x="91154" y="850011"/>
                                </a:lnTo>
                                <a:cubicBezTo>
                                  <a:pt x="71044" y="849959"/>
                                  <a:pt x="54769" y="833640"/>
                                  <a:pt x="54769" y="813530"/>
                                </a:cubicBezTo>
                                <a:lnTo>
                                  <a:pt x="54769" y="409194"/>
                                </a:lnTo>
                                <a:lnTo>
                                  <a:pt x="326231" y="601218"/>
                                </a:lnTo>
                                <a:lnTo>
                                  <a:pt x="133541" y="748665"/>
                                </a:lnTo>
                                <a:cubicBezTo>
                                  <a:pt x="123019" y="756556"/>
                                  <a:pt x="120887" y="771481"/>
                                  <a:pt x="128778" y="782003"/>
                                </a:cubicBezTo>
                                <a:cubicBezTo>
                                  <a:pt x="136669" y="792524"/>
                                  <a:pt x="151594" y="794656"/>
                                  <a:pt x="162116" y="786765"/>
                                </a:cubicBezTo>
                                <a:lnTo>
                                  <a:pt x="366998" y="629984"/>
                                </a:lnTo>
                                <a:lnTo>
                                  <a:pt x="433673" y="677609"/>
                                </a:lnTo>
                                <a:cubicBezTo>
                                  <a:pt x="441919" y="683449"/>
                                  <a:pt x="452954" y="683449"/>
                                  <a:pt x="461200" y="677609"/>
                                </a:cubicBezTo>
                                <a:lnTo>
                                  <a:pt x="527876" y="629984"/>
                                </a:lnTo>
                                <a:lnTo>
                                  <a:pt x="732854" y="786479"/>
                                </a:lnTo>
                                <a:cubicBezTo>
                                  <a:pt x="743375" y="794370"/>
                                  <a:pt x="758301" y="792238"/>
                                  <a:pt x="766191" y="781717"/>
                                </a:cubicBezTo>
                                <a:cubicBezTo>
                                  <a:pt x="774082" y="771195"/>
                                  <a:pt x="771950" y="756270"/>
                                  <a:pt x="761429" y="748379"/>
                                </a:cubicBezTo>
                                <a:lnTo>
                                  <a:pt x="569119" y="601218"/>
                                </a:lnTo>
                                <a:lnTo>
                                  <a:pt x="835819" y="412623"/>
                                </a:lnTo>
                                <a:lnTo>
                                  <a:pt x="835819" y="813626"/>
                                </a:lnTo>
                                <a:cubicBezTo>
                                  <a:pt x="835766" y="833698"/>
                                  <a:pt x="819506" y="849959"/>
                                  <a:pt x="799433" y="850011"/>
                                </a:cubicBezTo>
                                <a:close/>
                                <a:moveTo>
                                  <a:pt x="822484" y="363665"/>
                                </a:moveTo>
                                <a:lnTo>
                                  <a:pt x="757714" y="409480"/>
                                </a:lnTo>
                                <a:lnTo>
                                  <a:pt x="757714" y="308800"/>
                                </a:lnTo>
                                <a:close/>
                                <a:moveTo>
                                  <a:pt x="204216" y="54864"/>
                                </a:moveTo>
                                <a:lnTo>
                                  <a:pt x="691134" y="54864"/>
                                </a:lnTo>
                                <a:cubicBezTo>
                                  <a:pt x="701655" y="54864"/>
                                  <a:pt x="710184" y="63393"/>
                                  <a:pt x="710184" y="73914"/>
                                </a:cubicBezTo>
                                <a:lnTo>
                                  <a:pt x="710184" y="442913"/>
                                </a:lnTo>
                                <a:lnTo>
                                  <a:pt x="447675" y="628745"/>
                                </a:lnTo>
                                <a:lnTo>
                                  <a:pt x="185261" y="442913"/>
                                </a:lnTo>
                                <a:lnTo>
                                  <a:pt x="185261" y="73819"/>
                                </a:lnTo>
                                <a:cubicBezTo>
                                  <a:pt x="185314" y="63372"/>
                                  <a:pt x="193769" y="54916"/>
                                  <a:pt x="204216" y="54864"/>
                                </a:cubicBezTo>
                                <a:close/>
                                <a:moveTo>
                                  <a:pt x="137541" y="409480"/>
                                </a:moveTo>
                                <a:lnTo>
                                  <a:pt x="70104" y="361855"/>
                                </a:lnTo>
                                <a:lnTo>
                                  <a:pt x="137541" y="304705"/>
                                </a:lnTo>
                                <a:close/>
                                <a:moveTo>
                                  <a:pt x="445294" y="506444"/>
                                </a:moveTo>
                                <a:lnTo>
                                  <a:pt x="451390" y="506444"/>
                                </a:lnTo>
                                <a:cubicBezTo>
                                  <a:pt x="464541" y="506444"/>
                                  <a:pt x="475202" y="495783"/>
                                  <a:pt x="475202" y="482632"/>
                                </a:cubicBezTo>
                                <a:cubicBezTo>
                                  <a:pt x="475202" y="469481"/>
                                  <a:pt x="464541" y="458819"/>
                                  <a:pt x="451390" y="458819"/>
                                </a:cubicBezTo>
                                <a:lnTo>
                                  <a:pt x="445294" y="458819"/>
                                </a:lnTo>
                                <a:cubicBezTo>
                                  <a:pt x="361441" y="458819"/>
                                  <a:pt x="293465" y="390843"/>
                                  <a:pt x="293465" y="306991"/>
                                </a:cubicBezTo>
                                <a:cubicBezTo>
                                  <a:pt x="293465" y="223138"/>
                                  <a:pt x="361441" y="155162"/>
                                  <a:pt x="445294" y="155162"/>
                                </a:cubicBezTo>
                                <a:cubicBezTo>
                                  <a:pt x="529146" y="155162"/>
                                  <a:pt x="597122" y="223138"/>
                                  <a:pt x="597122" y="306991"/>
                                </a:cubicBezTo>
                                <a:lnTo>
                                  <a:pt x="597122" y="347663"/>
                                </a:lnTo>
                                <a:cubicBezTo>
                                  <a:pt x="596244" y="362313"/>
                                  <a:pt x="583656" y="373478"/>
                                  <a:pt x="569004" y="372599"/>
                                </a:cubicBezTo>
                                <a:cubicBezTo>
                                  <a:pt x="555580" y="371795"/>
                                  <a:pt x="544873" y="361087"/>
                                  <a:pt x="544068" y="347663"/>
                                </a:cubicBezTo>
                                <a:lnTo>
                                  <a:pt x="544068" y="306991"/>
                                </a:lnTo>
                                <a:cubicBezTo>
                                  <a:pt x="544424" y="252283"/>
                                  <a:pt x="500364" y="207644"/>
                                  <a:pt x="445656" y="207288"/>
                                </a:cubicBezTo>
                                <a:cubicBezTo>
                                  <a:pt x="390947" y="206932"/>
                                  <a:pt x="346308" y="250992"/>
                                  <a:pt x="345952" y="305700"/>
                                </a:cubicBezTo>
                                <a:cubicBezTo>
                                  <a:pt x="345596" y="360409"/>
                                  <a:pt x="389656" y="405047"/>
                                  <a:pt x="444365" y="405403"/>
                                </a:cubicBezTo>
                                <a:cubicBezTo>
                                  <a:pt x="466675" y="405549"/>
                                  <a:pt x="488382" y="398158"/>
                                  <a:pt x="505968" y="384429"/>
                                </a:cubicBezTo>
                                <a:cubicBezTo>
                                  <a:pt x="525945" y="420150"/>
                                  <a:pt x="571096" y="432912"/>
                                  <a:pt x="606816" y="412935"/>
                                </a:cubicBezTo>
                                <a:cubicBezTo>
                                  <a:pt x="630426" y="399732"/>
                                  <a:pt x="644964" y="374713"/>
                                  <a:pt x="644747" y="347663"/>
                                </a:cubicBezTo>
                                <a:lnTo>
                                  <a:pt x="644747" y="306991"/>
                                </a:lnTo>
                                <a:cubicBezTo>
                                  <a:pt x="644747" y="196836"/>
                                  <a:pt x="555449" y="107537"/>
                                  <a:pt x="445294" y="107537"/>
                                </a:cubicBezTo>
                                <a:cubicBezTo>
                                  <a:pt x="335139" y="107537"/>
                                  <a:pt x="245840" y="196836"/>
                                  <a:pt x="245840" y="306991"/>
                                </a:cubicBezTo>
                                <a:cubicBezTo>
                                  <a:pt x="245840" y="417145"/>
                                  <a:pt x="335139" y="506444"/>
                                  <a:pt x="445294" y="506444"/>
                                </a:cubicBezTo>
                                <a:close/>
                                <a:moveTo>
                                  <a:pt x="445294" y="358140"/>
                                </a:moveTo>
                                <a:cubicBezTo>
                                  <a:pt x="417045" y="358140"/>
                                  <a:pt x="394145" y="335240"/>
                                  <a:pt x="394145" y="306991"/>
                                </a:cubicBezTo>
                                <a:cubicBezTo>
                                  <a:pt x="394145" y="278742"/>
                                  <a:pt x="417045" y="255842"/>
                                  <a:pt x="445294" y="255842"/>
                                </a:cubicBezTo>
                                <a:cubicBezTo>
                                  <a:pt x="473543" y="255842"/>
                                  <a:pt x="496443" y="278742"/>
                                  <a:pt x="496443" y="306991"/>
                                </a:cubicBezTo>
                                <a:cubicBezTo>
                                  <a:pt x="496443" y="335240"/>
                                  <a:pt x="473543" y="358140"/>
                                  <a:pt x="445294" y="358140"/>
                                </a:cubicBezTo>
                                <a:close/>
                              </a:path>
                            </a:pathLst>
                          </a:custGeom>
                          <a:grpFill/>
                          <a:ln w="9525" cap="flat">
                            <a:solidFill>
                              <a:schemeClr val="accent4">
                                <a:lumMod val="60000"/>
                                <a:lumOff val="40000"/>
                              </a:schemeClr>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0103E2" id="Group 6" o:spid="_x0000_s1026" style="position:absolute;margin-left:0;margin-top:0;width:574.55pt;height:753.8pt;z-index:-251658240;mso-position-horizontal:center;mso-position-horizontal-relative:margin;mso-position-vertical-relative:margin;mso-width-relative:margin;mso-height-relative:margin" coordsize="72993,980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">
                <v:rect id="Rectangle 33" o:spid="_x0000_s1027" style="position:absolute;left:95;top:12573;width:72898;height:8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" filled="f" strokecolor="#ffd966 [1943]" strokeweight="1pt">
                  <v:textbox>
                    <w:txbxContent>
                      <w:p w14:paraId="7AAA9B9F"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The undersigned parties hereby agree to form a [specify type of business entity], in the state of [state where your business is located] primarily for the following purposes: [state the business purposes].</w:t>
                        </w:r>
                      </w:p>
                      <w:p w14:paraId="7E2128E2" w14:textId="77777777" w:rsidR="00FE63DF" w:rsidRPr="00FE63DF" w:rsidRDefault="00FE63DF" w:rsidP="00FE63DF">
                        <w:pPr>
                          <w:spacing w:after="0"/>
                          <w:jc w:val="both"/>
                          <w:rPr>
                            <w:color w:val="000000" w:themeColor="text1"/>
                            <w:sz w:val="24"/>
                            <w:szCs w:val="24"/>
                          </w:rPr>
                        </w:pPr>
                      </w:p>
                      <w:p w14:paraId="592A5C4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The principal place of business is planned to be in [state principal place of business].</w:t>
                        </w:r>
                      </w:p>
                      <w:p w14:paraId="4922616A" w14:textId="77777777" w:rsidR="00FE63DF" w:rsidRPr="00FE63DF" w:rsidRDefault="00FE63DF" w:rsidP="00FE63DF">
                        <w:pPr>
                          <w:spacing w:after="0"/>
                          <w:jc w:val="both"/>
                          <w:rPr>
                            <w:color w:val="000000" w:themeColor="text1"/>
                            <w:sz w:val="24"/>
                            <w:szCs w:val="24"/>
                          </w:rPr>
                        </w:pPr>
                      </w:p>
                      <w:p w14:paraId="46FFE8A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Upon formation of said entity, each of the parties intends to make the following amount and type of contribution, in exchange for the type of interest that is identified:</w:t>
                        </w:r>
                      </w:p>
                      <w:p w14:paraId="628C99D7" w14:textId="77777777" w:rsidR="00FE63DF" w:rsidRPr="00FE63DF" w:rsidRDefault="00FE63DF" w:rsidP="00FE63DF">
                        <w:pPr>
                          <w:spacing w:after="0"/>
                          <w:jc w:val="both"/>
                          <w:rPr>
                            <w:color w:val="000000" w:themeColor="text1"/>
                            <w:sz w:val="24"/>
                            <w:szCs w:val="24"/>
                          </w:rPr>
                        </w:pPr>
                      </w:p>
                      <w:p w14:paraId="46F6CB22"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04DBC520" w14:textId="77777777" w:rsidR="00FE63DF" w:rsidRPr="00FE63DF" w:rsidRDefault="00FE63DF" w:rsidP="00FE63DF">
                        <w:pPr>
                          <w:spacing w:after="0"/>
                          <w:jc w:val="both"/>
                          <w:rPr>
                            <w:color w:val="000000" w:themeColor="text1"/>
                            <w:sz w:val="10"/>
                            <w:szCs w:val="10"/>
                            <w:u w:val="single"/>
                          </w:rPr>
                        </w:pPr>
                      </w:p>
                      <w:p w14:paraId="7E261412"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15DCE044" w14:textId="77777777" w:rsidR="00FE63DF" w:rsidRPr="00FE63DF" w:rsidRDefault="00FE63DF" w:rsidP="00FE63DF">
                        <w:pPr>
                          <w:spacing w:after="0"/>
                          <w:jc w:val="both"/>
                          <w:rPr>
                            <w:color w:val="000000" w:themeColor="text1"/>
                            <w:sz w:val="24"/>
                            <w:szCs w:val="24"/>
                          </w:rPr>
                        </w:pPr>
                      </w:p>
                      <w:p w14:paraId="55944F91"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35BD56BA" w14:textId="77777777" w:rsidR="00FE63DF" w:rsidRPr="00FE63DF" w:rsidRDefault="00FE63DF" w:rsidP="00FE63DF">
                        <w:pPr>
                          <w:spacing w:after="0"/>
                          <w:jc w:val="both"/>
                          <w:rPr>
                            <w:color w:val="000000" w:themeColor="text1"/>
                            <w:sz w:val="10"/>
                            <w:szCs w:val="10"/>
                            <w:u w:val="single"/>
                          </w:rPr>
                        </w:pPr>
                      </w:p>
                      <w:p w14:paraId="3BB4EA5F"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26901F52" w14:textId="77777777" w:rsidR="00FE63DF" w:rsidRPr="00FE63DF" w:rsidRDefault="00FE63DF" w:rsidP="00FE63DF">
                        <w:pPr>
                          <w:spacing w:after="0"/>
                          <w:jc w:val="both"/>
                          <w:rPr>
                            <w:color w:val="000000" w:themeColor="text1"/>
                            <w:sz w:val="24"/>
                            <w:szCs w:val="24"/>
                          </w:rPr>
                        </w:pPr>
                      </w:p>
                      <w:p w14:paraId="020E5A58"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7BAC955E" w14:textId="77777777" w:rsidR="00FE63DF" w:rsidRPr="00FE63DF" w:rsidRDefault="00FE63DF" w:rsidP="00FE63DF">
                        <w:pPr>
                          <w:spacing w:after="0"/>
                          <w:jc w:val="both"/>
                          <w:rPr>
                            <w:color w:val="000000" w:themeColor="text1"/>
                            <w:sz w:val="10"/>
                            <w:szCs w:val="10"/>
                            <w:u w:val="single"/>
                          </w:rPr>
                        </w:pPr>
                      </w:p>
                      <w:p w14:paraId="26EB2838"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2672BA7F" w14:textId="77777777" w:rsidR="00FE63DF" w:rsidRPr="00FE63DF" w:rsidRDefault="00FE63DF" w:rsidP="00FE63DF">
                        <w:pPr>
                          <w:spacing w:after="0"/>
                          <w:jc w:val="both"/>
                          <w:rPr>
                            <w:color w:val="000000" w:themeColor="text1"/>
                            <w:sz w:val="24"/>
                            <w:szCs w:val="24"/>
                          </w:rPr>
                        </w:pPr>
                      </w:p>
                      <w:p w14:paraId="1A695EEC"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 xml:space="preserve">Name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rPr>
                          <w:t xml:space="preserve"> Type and Value of Contribution. Specify Equity [Voting Capital or Nonvoting Capital] Interest or Debt Interest; and a description of the assets or services to be contributed, and the agreed value, for each type of interest: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576B53D5" w14:textId="77777777" w:rsidR="00FE63DF" w:rsidRPr="00FE63DF" w:rsidRDefault="00FE63DF" w:rsidP="00FE63DF">
                        <w:pPr>
                          <w:spacing w:after="0"/>
                          <w:jc w:val="both"/>
                          <w:rPr>
                            <w:color w:val="000000" w:themeColor="text1"/>
                            <w:sz w:val="10"/>
                            <w:szCs w:val="10"/>
                            <w:u w:val="single"/>
                          </w:rPr>
                        </w:pPr>
                      </w:p>
                      <w:p w14:paraId="4B7BF2E3"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D21C681" w14:textId="77777777" w:rsidR="00FE63DF" w:rsidRPr="00FE63DF" w:rsidRDefault="00FE63DF" w:rsidP="00FE63DF">
                        <w:pPr>
                          <w:spacing w:after="0"/>
                          <w:jc w:val="both"/>
                          <w:rPr>
                            <w:color w:val="000000" w:themeColor="text1"/>
                            <w:sz w:val="24"/>
                            <w:szCs w:val="24"/>
                          </w:rPr>
                        </w:pPr>
                      </w:p>
                      <w:p w14:paraId="43C92D1D"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 xml:space="preserve">The costs of forming said entity, including, but not limited to, attorney’s fees, fees paid to the state of formation, and initial foreign registration and fictitious name fees, shall be apportioned among the undersigned parties in the following manner, irrespective as to whether the entity is actually formed: </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17D47AE5" w14:textId="77777777" w:rsidR="00FE63DF" w:rsidRPr="00FE63DF" w:rsidRDefault="00FE63DF" w:rsidP="00FE63DF">
                        <w:pPr>
                          <w:spacing w:after="0"/>
                          <w:jc w:val="both"/>
                          <w:rPr>
                            <w:color w:val="000000" w:themeColor="text1"/>
                            <w:sz w:val="24"/>
                            <w:szCs w:val="24"/>
                          </w:rPr>
                        </w:pPr>
                      </w:p>
                      <w:p w14:paraId="4D7B4FFF" w14:textId="77777777" w:rsidR="00FE63DF" w:rsidRPr="00FE63DF" w:rsidRDefault="00FE63DF" w:rsidP="00FE63DF">
                        <w:pPr>
                          <w:spacing w:after="0"/>
                          <w:jc w:val="both"/>
                          <w:rPr>
                            <w:color w:val="000000" w:themeColor="text1"/>
                            <w:sz w:val="24"/>
                            <w:szCs w:val="24"/>
                          </w:rPr>
                        </w:pPr>
                      </w:p>
                      <w:p w14:paraId="0EB8DB4E"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Each of the parties agrees to pay his proportional share of said costs. Each party shall be entitled to be reimbursed by the business entity for such payment, after the entity is formed.</w:t>
                        </w:r>
                      </w:p>
                      <w:p w14:paraId="64C207DD" w14:textId="77777777" w:rsidR="00FE63DF" w:rsidRPr="00FE63DF" w:rsidRDefault="00FE63DF" w:rsidP="00FE63DF">
                        <w:pPr>
                          <w:spacing w:after="0"/>
                          <w:jc w:val="both"/>
                          <w:rPr>
                            <w:color w:val="000000" w:themeColor="text1"/>
                            <w:sz w:val="24"/>
                            <w:szCs w:val="24"/>
                          </w:rPr>
                        </w:pPr>
                      </w:p>
                      <w:p w14:paraId="02B4A2E6"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rPr>
                          <w:t>Additional understandings among the parties: (Describe)</w:t>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6D9FD76"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53DD82A4" w14:textId="77777777" w:rsidR="00FE63DF" w:rsidRPr="00FE63DF" w:rsidRDefault="00FE63DF" w:rsidP="00FE63DF">
                        <w:pPr>
                          <w:spacing w:after="0"/>
                          <w:jc w:val="both"/>
                          <w:rPr>
                            <w:color w:val="000000" w:themeColor="text1"/>
                            <w:sz w:val="10"/>
                            <w:szCs w:val="10"/>
                          </w:rPr>
                        </w:pPr>
                      </w:p>
                      <w:p w14:paraId="73E9B833" w14:textId="77777777" w:rsidR="00FE63DF" w:rsidRPr="00FE63DF" w:rsidRDefault="00FE63DF" w:rsidP="00FE63DF">
                        <w:pPr>
                          <w:spacing w:after="0"/>
                          <w:jc w:val="both"/>
                          <w:rPr>
                            <w:color w:val="000000" w:themeColor="text1"/>
                            <w:sz w:val="24"/>
                            <w:szCs w:val="24"/>
                            <w:u w:val="single"/>
                          </w:rPr>
                        </w:pP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r w:rsidRPr="00FE63DF">
                          <w:rPr>
                            <w:color w:val="000000" w:themeColor="text1"/>
                            <w:sz w:val="24"/>
                            <w:szCs w:val="24"/>
                            <w:u w:val="single"/>
                          </w:rPr>
                          <w:tab/>
                        </w:r>
                      </w:p>
                      <w:p w14:paraId="684C6892" w14:textId="77777777" w:rsidR="00FE63DF" w:rsidRPr="00FE63DF" w:rsidRDefault="00FE63DF" w:rsidP="00FE63DF">
                        <w:pPr>
                          <w:spacing w:after="0"/>
                          <w:jc w:val="both"/>
                          <w:rPr>
                            <w:color w:val="000000" w:themeColor="text1"/>
                            <w:sz w:val="14"/>
                            <w:szCs w:val="14"/>
                            <w:u w:val="single"/>
                          </w:rPr>
                        </w:pPr>
                      </w:p>
                      <w:p w14:paraId="5654A68B" w14:textId="77777777" w:rsidR="00FE63DF" w:rsidRPr="00FE63DF" w:rsidRDefault="00FE63DF" w:rsidP="00FE63DF">
                        <w:pPr>
                          <w:spacing w:after="0"/>
                          <w:jc w:val="both"/>
                          <w:rPr>
                            <w:color w:val="000000" w:themeColor="text1"/>
                            <w:sz w:val="24"/>
                            <w:szCs w:val="24"/>
                          </w:rPr>
                        </w:pPr>
                        <w:r w:rsidRPr="00FE63DF">
                          <w:rPr>
                            <w:color w:val="000000" w:themeColor="text1"/>
                            <w:sz w:val="24"/>
                            <w:szCs w:val="24"/>
                          </w:rPr>
                          <w:t>Each of the parties acknowledges that the parties are relying on the reciprocal promises made herein in deciding to form the above-described business entity. A party who breaches this agreement shall be liable for the costs the non-breaching parties incur in enforcing this Agreement, including, but not limited to, attorney’s fees and court costs, in addition to any other form of damages.</w:t>
                        </w:r>
                      </w:p>
                      <w:p w14:paraId="088605DB" w14:textId="77777777" w:rsidR="00FE63DF" w:rsidRPr="00FE63DF" w:rsidRDefault="00FE63DF" w:rsidP="00FE63DF">
                        <w:pPr>
                          <w:spacing w:after="0"/>
                          <w:rPr>
                            <w:color w:val="000000" w:themeColor="text1"/>
                            <w:sz w:val="24"/>
                            <w:szCs w:val="24"/>
                            <w:u w:val="single"/>
                          </w:rPr>
                        </w:pPr>
                      </w:p>
                      <w:tbl>
                        <w:tblPr>
                          <w:tblStyle w:val="TableGrid"/>
                          <w:tblW w:w="0" w:type="auto"/>
                          <w:tblLook w:val="04A0" w:firstRow="1" w:lastRow="0" w:firstColumn="1" w:lastColumn="0" w:noHBand="0" w:noVBand="1"/>
                        </w:tblPr>
                        <w:tblGrid>
                          <w:gridCol w:w="3955"/>
                          <w:gridCol w:w="3780"/>
                          <w:gridCol w:w="1615"/>
                        </w:tblGrid>
                        <w:tr w:rsidR="00FE63DF" w14:paraId="69E4E9BD" w14:textId="77777777" w:rsidTr="00CA1EA5">
                          <w:tc>
                            <w:tcPr>
                              <w:tcW w:w="3955" w:type="dxa"/>
                            </w:tcPr>
                            <w:p w14:paraId="189B507E" w14:textId="77777777" w:rsidR="00FE63DF" w:rsidRDefault="00FE63DF" w:rsidP="00FE63DF">
                              <w:pPr>
                                <w:rPr>
                                  <w:b/>
                                  <w:sz w:val="24"/>
                                  <w:szCs w:val="24"/>
                                </w:rPr>
                              </w:pPr>
                              <w:r w:rsidRPr="00FB5AA2">
                                <w:rPr>
                                  <w:b/>
                                  <w:sz w:val="24"/>
                                  <w:szCs w:val="24"/>
                                </w:rPr>
                                <w:t>Printed Name</w:t>
                              </w:r>
                            </w:p>
                            <w:p w14:paraId="196BB284" w14:textId="77777777" w:rsidR="00FE63DF" w:rsidRPr="00FB5AA2" w:rsidRDefault="00FE63DF" w:rsidP="00FE63DF">
                              <w:pPr>
                                <w:rPr>
                                  <w:b/>
                                  <w:sz w:val="24"/>
                                  <w:szCs w:val="24"/>
                                  <w:u w:val="single"/>
                                </w:rPr>
                              </w:pPr>
                            </w:p>
                          </w:tc>
                          <w:tc>
                            <w:tcPr>
                              <w:tcW w:w="3780" w:type="dxa"/>
                            </w:tcPr>
                            <w:p w14:paraId="53AC2308" w14:textId="77777777" w:rsidR="00FE63DF" w:rsidRPr="00FB5AA2" w:rsidRDefault="00FE63DF" w:rsidP="00FE63DF">
                              <w:pPr>
                                <w:rPr>
                                  <w:b/>
                                  <w:sz w:val="24"/>
                                  <w:szCs w:val="24"/>
                                  <w:u w:val="single"/>
                                </w:rPr>
                              </w:pPr>
                              <w:r w:rsidRPr="00FB5AA2">
                                <w:rPr>
                                  <w:b/>
                                  <w:sz w:val="24"/>
                                  <w:szCs w:val="24"/>
                                </w:rPr>
                                <w:t>Signature</w:t>
                              </w:r>
                            </w:p>
                          </w:tc>
                          <w:tc>
                            <w:tcPr>
                              <w:tcW w:w="1615" w:type="dxa"/>
                            </w:tcPr>
                            <w:p w14:paraId="0DC8C2C6" w14:textId="77777777" w:rsidR="00FE63DF" w:rsidRPr="00FB5AA2" w:rsidRDefault="00FE63DF" w:rsidP="00FE63DF">
                              <w:pPr>
                                <w:rPr>
                                  <w:b/>
                                  <w:sz w:val="24"/>
                                  <w:szCs w:val="24"/>
                                  <w:u w:val="single"/>
                                </w:rPr>
                              </w:pPr>
                              <w:r w:rsidRPr="00FB5AA2">
                                <w:rPr>
                                  <w:b/>
                                  <w:sz w:val="24"/>
                                  <w:szCs w:val="24"/>
                                </w:rPr>
                                <w:t>Date</w:t>
                              </w:r>
                            </w:p>
                          </w:tc>
                        </w:tr>
                        <w:tr w:rsidR="00FE63DF" w14:paraId="49A693E4" w14:textId="77777777" w:rsidTr="00CA1EA5">
                          <w:tc>
                            <w:tcPr>
                              <w:tcW w:w="3955" w:type="dxa"/>
                            </w:tcPr>
                            <w:p w14:paraId="0DE7E043" w14:textId="77777777" w:rsidR="00FE63DF" w:rsidRPr="00C564EF" w:rsidRDefault="00FE63DF" w:rsidP="00FE63DF">
                              <w:pPr>
                                <w:rPr>
                                  <w:sz w:val="10"/>
                                  <w:szCs w:val="10"/>
                                  <w:u w:val="single"/>
                                </w:rPr>
                              </w:pPr>
                            </w:p>
                            <w:p w14:paraId="139333B3" w14:textId="77777777" w:rsidR="00FE63DF" w:rsidRDefault="00FE63DF" w:rsidP="00FE63DF">
                              <w:pPr>
                                <w:rPr>
                                  <w:sz w:val="24"/>
                                  <w:szCs w:val="24"/>
                                  <w:u w:val="single"/>
                                </w:rPr>
                              </w:pPr>
                            </w:p>
                          </w:tc>
                          <w:tc>
                            <w:tcPr>
                              <w:tcW w:w="3780" w:type="dxa"/>
                            </w:tcPr>
                            <w:p w14:paraId="113306D6" w14:textId="77777777" w:rsidR="00FE63DF" w:rsidRDefault="00FE63DF" w:rsidP="00FE63DF">
                              <w:pPr>
                                <w:rPr>
                                  <w:sz w:val="24"/>
                                  <w:szCs w:val="24"/>
                                  <w:u w:val="single"/>
                                </w:rPr>
                              </w:pPr>
                            </w:p>
                          </w:tc>
                          <w:tc>
                            <w:tcPr>
                              <w:tcW w:w="1615" w:type="dxa"/>
                            </w:tcPr>
                            <w:p w14:paraId="6D9A0B0B" w14:textId="77777777" w:rsidR="00FE63DF" w:rsidRDefault="00FE63DF" w:rsidP="00FE63DF">
                              <w:pPr>
                                <w:rPr>
                                  <w:sz w:val="24"/>
                                  <w:szCs w:val="24"/>
                                  <w:u w:val="single"/>
                                </w:rPr>
                              </w:pPr>
                            </w:p>
                          </w:tc>
                        </w:tr>
                        <w:tr w:rsidR="00FE63DF" w14:paraId="555AD9B4" w14:textId="77777777" w:rsidTr="00CA1EA5">
                          <w:tc>
                            <w:tcPr>
                              <w:tcW w:w="3955" w:type="dxa"/>
                            </w:tcPr>
                            <w:p w14:paraId="16846514" w14:textId="77777777" w:rsidR="00FE63DF" w:rsidRDefault="00FE63DF" w:rsidP="00FE63DF">
                              <w:pPr>
                                <w:rPr>
                                  <w:sz w:val="10"/>
                                  <w:szCs w:val="10"/>
                                  <w:u w:val="single"/>
                                </w:rPr>
                              </w:pPr>
                            </w:p>
                            <w:p w14:paraId="70265C2C" w14:textId="77777777" w:rsidR="00FE63DF" w:rsidRPr="00C564EF" w:rsidRDefault="00FE63DF" w:rsidP="00FE63DF">
                              <w:pPr>
                                <w:rPr>
                                  <w:sz w:val="24"/>
                                  <w:szCs w:val="24"/>
                                  <w:u w:val="single"/>
                                </w:rPr>
                              </w:pPr>
                            </w:p>
                          </w:tc>
                          <w:tc>
                            <w:tcPr>
                              <w:tcW w:w="3780" w:type="dxa"/>
                            </w:tcPr>
                            <w:p w14:paraId="0AAAEEC3" w14:textId="77777777" w:rsidR="00FE63DF" w:rsidRDefault="00FE63DF" w:rsidP="00FE63DF">
                              <w:pPr>
                                <w:rPr>
                                  <w:sz w:val="24"/>
                                  <w:szCs w:val="24"/>
                                  <w:u w:val="single"/>
                                </w:rPr>
                              </w:pPr>
                            </w:p>
                          </w:tc>
                          <w:tc>
                            <w:tcPr>
                              <w:tcW w:w="1615" w:type="dxa"/>
                            </w:tcPr>
                            <w:p w14:paraId="5A965C2C" w14:textId="77777777" w:rsidR="00FE63DF" w:rsidRDefault="00FE63DF" w:rsidP="00FE63DF">
                              <w:pPr>
                                <w:rPr>
                                  <w:sz w:val="24"/>
                                  <w:szCs w:val="24"/>
                                  <w:u w:val="single"/>
                                </w:rPr>
                              </w:pPr>
                            </w:p>
                          </w:tc>
                        </w:tr>
                        <w:tr w:rsidR="00FE63DF" w14:paraId="67D3E57E" w14:textId="77777777" w:rsidTr="00CA1EA5">
                          <w:tc>
                            <w:tcPr>
                              <w:tcW w:w="3955" w:type="dxa"/>
                            </w:tcPr>
                            <w:p w14:paraId="195EA071" w14:textId="77777777" w:rsidR="00FE63DF" w:rsidRPr="00C564EF" w:rsidRDefault="00FE63DF" w:rsidP="00FE63DF">
                              <w:pPr>
                                <w:rPr>
                                  <w:sz w:val="10"/>
                                  <w:szCs w:val="10"/>
                                  <w:u w:val="single"/>
                                </w:rPr>
                              </w:pPr>
                            </w:p>
                            <w:p w14:paraId="5E3DBE8E" w14:textId="77777777" w:rsidR="00FE63DF" w:rsidRDefault="00FE63DF" w:rsidP="00FE63DF">
                              <w:pPr>
                                <w:rPr>
                                  <w:sz w:val="24"/>
                                  <w:szCs w:val="24"/>
                                  <w:u w:val="single"/>
                                </w:rPr>
                              </w:pPr>
                            </w:p>
                          </w:tc>
                          <w:tc>
                            <w:tcPr>
                              <w:tcW w:w="3780" w:type="dxa"/>
                            </w:tcPr>
                            <w:p w14:paraId="01C42D93" w14:textId="77777777" w:rsidR="00FE63DF" w:rsidRDefault="00FE63DF" w:rsidP="00FE63DF">
                              <w:pPr>
                                <w:rPr>
                                  <w:sz w:val="24"/>
                                  <w:szCs w:val="24"/>
                                  <w:u w:val="single"/>
                                </w:rPr>
                              </w:pPr>
                            </w:p>
                          </w:tc>
                          <w:tc>
                            <w:tcPr>
                              <w:tcW w:w="1615" w:type="dxa"/>
                            </w:tcPr>
                            <w:p w14:paraId="5E1507AA" w14:textId="77777777" w:rsidR="00FE63DF" w:rsidRDefault="00FE63DF" w:rsidP="00FE63DF">
                              <w:pPr>
                                <w:rPr>
                                  <w:sz w:val="24"/>
                                  <w:szCs w:val="24"/>
                                  <w:u w:val="single"/>
                                </w:rPr>
                              </w:pPr>
                            </w:p>
                          </w:tc>
                        </w:tr>
                        <w:tr w:rsidR="00FE63DF" w14:paraId="309C9645" w14:textId="77777777" w:rsidTr="00CA1EA5">
                          <w:tc>
                            <w:tcPr>
                              <w:tcW w:w="3955" w:type="dxa"/>
                            </w:tcPr>
                            <w:p w14:paraId="4717F05C" w14:textId="77777777" w:rsidR="00FE63DF" w:rsidRPr="00C564EF" w:rsidRDefault="00FE63DF" w:rsidP="00FE63DF">
                              <w:pPr>
                                <w:rPr>
                                  <w:sz w:val="10"/>
                                  <w:szCs w:val="10"/>
                                  <w:u w:val="single"/>
                                </w:rPr>
                              </w:pPr>
                            </w:p>
                            <w:p w14:paraId="7C6CCE3D" w14:textId="77777777" w:rsidR="00FE63DF" w:rsidRDefault="00FE63DF" w:rsidP="00FE63DF">
                              <w:pPr>
                                <w:rPr>
                                  <w:sz w:val="24"/>
                                  <w:szCs w:val="24"/>
                                  <w:u w:val="single"/>
                                </w:rPr>
                              </w:pPr>
                            </w:p>
                          </w:tc>
                          <w:tc>
                            <w:tcPr>
                              <w:tcW w:w="3780" w:type="dxa"/>
                            </w:tcPr>
                            <w:p w14:paraId="7530EBAC" w14:textId="77777777" w:rsidR="00FE63DF" w:rsidRDefault="00FE63DF" w:rsidP="00FE63DF">
                              <w:pPr>
                                <w:rPr>
                                  <w:sz w:val="24"/>
                                  <w:szCs w:val="24"/>
                                  <w:u w:val="single"/>
                                </w:rPr>
                              </w:pPr>
                            </w:p>
                          </w:tc>
                          <w:tc>
                            <w:tcPr>
                              <w:tcW w:w="1615" w:type="dxa"/>
                            </w:tcPr>
                            <w:p w14:paraId="70CE2CE1" w14:textId="77777777" w:rsidR="00FE63DF" w:rsidRDefault="00FE63DF" w:rsidP="00FE63DF">
                              <w:pPr>
                                <w:rPr>
                                  <w:sz w:val="24"/>
                                  <w:szCs w:val="24"/>
                                  <w:u w:val="single"/>
                                </w:rPr>
                              </w:pPr>
                            </w:p>
                          </w:tc>
                        </w:tr>
                        <w:tr w:rsidR="00FE63DF" w14:paraId="7D4557D4" w14:textId="77777777" w:rsidTr="00CA1EA5">
                          <w:tc>
                            <w:tcPr>
                              <w:tcW w:w="3955" w:type="dxa"/>
                            </w:tcPr>
                            <w:p w14:paraId="023DA984" w14:textId="77777777" w:rsidR="00FE63DF" w:rsidRPr="00C564EF" w:rsidRDefault="00FE63DF" w:rsidP="00FE63DF">
                              <w:pPr>
                                <w:rPr>
                                  <w:sz w:val="10"/>
                                  <w:szCs w:val="10"/>
                                  <w:u w:val="single"/>
                                </w:rPr>
                              </w:pPr>
                            </w:p>
                            <w:p w14:paraId="129CD545" w14:textId="77777777" w:rsidR="00FE63DF" w:rsidRDefault="00FE63DF" w:rsidP="00FE63DF">
                              <w:pPr>
                                <w:rPr>
                                  <w:sz w:val="24"/>
                                  <w:szCs w:val="24"/>
                                  <w:u w:val="single"/>
                                </w:rPr>
                              </w:pPr>
                            </w:p>
                          </w:tc>
                          <w:tc>
                            <w:tcPr>
                              <w:tcW w:w="3780" w:type="dxa"/>
                            </w:tcPr>
                            <w:p w14:paraId="25AE60E8" w14:textId="77777777" w:rsidR="00FE63DF" w:rsidRDefault="00FE63DF" w:rsidP="00FE63DF">
                              <w:pPr>
                                <w:rPr>
                                  <w:sz w:val="24"/>
                                  <w:szCs w:val="24"/>
                                  <w:u w:val="single"/>
                                </w:rPr>
                              </w:pPr>
                            </w:p>
                          </w:tc>
                          <w:tc>
                            <w:tcPr>
                              <w:tcW w:w="1615" w:type="dxa"/>
                            </w:tcPr>
                            <w:p w14:paraId="2DC86E89" w14:textId="77777777" w:rsidR="00FE63DF" w:rsidRDefault="00FE63DF" w:rsidP="00FE63DF">
                              <w:pPr>
                                <w:rPr>
                                  <w:sz w:val="24"/>
                                  <w:szCs w:val="24"/>
                                  <w:u w:val="single"/>
                                </w:rPr>
                              </w:pPr>
                            </w:p>
                          </w:tc>
                        </w:tr>
                        <w:tr w:rsidR="00FE63DF" w14:paraId="476BB959" w14:textId="77777777" w:rsidTr="00CA1EA5">
                          <w:tc>
                            <w:tcPr>
                              <w:tcW w:w="3955" w:type="dxa"/>
                            </w:tcPr>
                            <w:p w14:paraId="68476CF4" w14:textId="77777777" w:rsidR="00FE63DF" w:rsidRPr="00C564EF" w:rsidRDefault="00FE63DF" w:rsidP="00FE63DF">
                              <w:pPr>
                                <w:rPr>
                                  <w:sz w:val="10"/>
                                  <w:szCs w:val="10"/>
                                  <w:u w:val="single"/>
                                </w:rPr>
                              </w:pPr>
                            </w:p>
                            <w:p w14:paraId="172BC01C" w14:textId="77777777" w:rsidR="00FE63DF" w:rsidRDefault="00FE63DF" w:rsidP="00FE63DF">
                              <w:pPr>
                                <w:rPr>
                                  <w:sz w:val="24"/>
                                  <w:szCs w:val="24"/>
                                  <w:u w:val="single"/>
                                </w:rPr>
                              </w:pPr>
                            </w:p>
                          </w:tc>
                          <w:tc>
                            <w:tcPr>
                              <w:tcW w:w="3780" w:type="dxa"/>
                            </w:tcPr>
                            <w:p w14:paraId="0475A221" w14:textId="77777777" w:rsidR="00FE63DF" w:rsidRDefault="00FE63DF" w:rsidP="00FE63DF">
                              <w:pPr>
                                <w:rPr>
                                  <w:sz w:val="24"/>
                                  <w:szCs w:val="24"/>
                                  <w:u w:val="single"/>
                                </w:rPr>
                              </w:pPr>
                            </w:p>
                          </w:tc>
                          <w:tc>
                            <w:tcPr>
                              <w:tcW w:w="1615" w:type="dxa"/>
                            </w:tcPr>
                            <w:p w14:paraId="2FD9890E" w14:textId="77777777" w:rsidR="00FE63DF" w:rsidRDefault="00FE63DF" w:rsidP="00FE63DF">
                              <w:pPr>
                                <w:rPr>
                                  <w:sz w:val="24"/>
                                  <w:szCs w:val="24"/>
                                  <w:u w:val="single"/>
                                </w:rPr>
                              </w:pPr>
                            </w:p>
                          </w:tc>
                        </w:tr>
                        <w:tr w:rsidR="00FE63DF" w14:paraId="26D71E82" w14:textId="77777777" w:rsidTr="00CA1EA5">
                          <w:tc>
                            <w:tcPr>
                              <w:tcW w:w="3955" w:type="dxa"/>
                            </w:tcPr>
                            <w:p w14:paraId="0AB26E51" w14:textId="77777777" w:rsidR="00FE63DF" w:rsidRPr="00C564EF" w:rsidRDefault="00FE63DF" w:rsidP="00FE63DF">
                              <w:pPr>
                                <w:rPr>
                                  <w:sz w:val="10"/>
                                  <w:szCs w:val="10"/>
                                  <w:u w:val="single"/>
                                </w:rPr>
                              </w:pPr>
                            </w:p>
                            <w:p w14:paraId="7A3ECAE0" w14:textId="77777777" w:rsidR="00FE63DF" w:rsidRDefault="00FE63DF" w:rsidP="00FE63DF">
                              <w:pPr>
                                <w:rPr>
                                  <w:sz w:val="24"/>
                                  <w:szCs w:val="24"/>
                                  <w:u w:val="single"/>
                                </w:rPr>
                              </w:pPr>
                            </w:p>
                          </w:tc>
                          <w:tc>
                            <w:tcPr>
                              <w:tcW w:w="3780" w:type="dxa"/>
                            </w:tcPr>
                            <w:p w14:paraId="55F9EF15" w14:textId="77777777" w:rsidR="00FE63DF" w:rsidRDefault="00FE63DF" w:rsidP="00FE63DF">
                              <w:pPr>
                                <w:rPr>
                                  <w:sz w:val="24"/>
                                  <w:szCs w:val="24"/>
                                  <w:u w:val="single"/>
                                </w:rPr>
                              </w:pPr>
                            </w:p>
                          </w:tc>
                          <w:tc>
                            <w:tcPr>
                              <w:tcW w:w="1615" w:type="dxa"/>
                            </w:tcPr>
                            <w:p w14:paraId="7055CE45" w14:textId="77777777" w:rsidR="00FE63DF" w:rsidRDefault="00FE63DF" w:rsidP="00FE63DF">
                              <w:pPr>
                                <w:rPr>
                                  <w:sz w:val="24"/>
                                  <w:szCs w:val="24"/>
                                  <w:u w:val="single"/>
                                </w:rPr>
                              </w:pPr>
                            </w:p>
                          </w:tc>
                        </w:tr>
                        <w:tr w:rsidR="00FE63DF" w14:paraId="78489BEC" w14:textId="77777777" w:rsidTr="00CA1EA5">
                          <w:tc>
                            <w:tcPr>
                              <w:tcW w:w="3955" w:type="dxa"/>
                            </w:tcPr>
                            <w:p w14:paraId="25BA3B5E" w14:textId="77777777" w:rsidR="00FE63DF" w:rsidRDefault="00FE63DF" w:rsidP="00FE63DF">
                              <w:pPr>
                                <w:rPr>
                                  <w:sz w:val="10"/>
                                  <w:szCs w:val="10"/>
                                  <w:u w:val="single"/>
                                </w:rPr>
                              </w:pPr>
                            </w:p>
                            <w:p w14:paraId="74844C54" w14:textId="77777777" w:rsidR="00FE63DF" w:rsidRPr="00C564EF" w:rsidRDefault="00FE63DF" w:rsidP="00FE63DF">
                              <w:pPr>
                                <w:rPr>
                                  <w:sz w:val="24"/>
                                  <w:szCs w:val="24"/>
                                  <w:u w:val="single"/>
                                </w:rPr>
                              </w:pPr>
                            </w:p>
                          </w:tc>
                          <w:tc>
                            <w:tcPr>
                              <w:tcW w:w="3780" w:type="dxa"/>
                            </w:tcPr>
                            <w:p w14:paraId="127121CA" w14:textId="77777777" w:rsidR="00FE63DF" w:rsidRDefault="00FE63DF" w:rsidP="00FE63DF">
                              <w:pPr>
                                <w:rPr>
                                  <w:sz w:val="24"/>
                                  <w:szCs w:val="24"/>
                                  <w:u w:val="single"/>
                                </w:rPr>
                              </w:pPr>
                            </w:p>
                          </w:tc>
                          <w:tc>
                            <w:tcPr>
                              <w:tcW w:w="1615" w:type="dxa"/>
                            </w:tcPr>
                            <w:p w14:paraId="1929EBD2" w14:textId="77777777" w:rsidR="00FE63DF" w:rsidRDefault="00FE63DF" w:rsidP="00FE63DF">
                              <w:pPr>
                                <w:rPr>
                                  <w:sz w:val="24"/>
                                  <w:szCs w:val="24"/>
                                  <w:u w:val="single"/>
                                </w:rPr>
                              </w:pPr>
                            </w:p>
                          </w:tc>
                        </w:tr>
                      </w:tbl>
                      <w:p w14:paraId="14929543" w14:textId="77777777" w:rsidR="00FE63DF" w:rsidRPr="00FB5AA2" w:rsidRDefault="00FE63DF" w:rsidP="00FE63DF">
                        <w:pPr>
                          <w:spacing w:after="0"/>
                          <w:rPr>
                            <w:sz w:val="24"/>
                            <w:szCs w:val="24"/>
                            <w:u w:val="single"/>
                          </w:rPr>
                        </w:pPr>
                      </w:p>
                      <w:p w14:paraId="494546D3" w14:textId="77777777" w:rsidR="00FE63DF" w:rsidRDefault="00FE63DF" w:rsidP="00FE63DF">
                        <w:pPr>
                          <w:jc w:val="center"/>
                        </w:pPr>
                      </w:p>
                    </w:txbxContent>
                  </v:textbox>
                </v:rect>
                <v:rect id="Rectangle 34" o:spid="_x0000_s1028" style="position:absolute;left:69246;top:571;width:3245;height:3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" filled="f" strokecolor="#ffd966 [194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9" type="#_x0000_t75" style="position:absolute;width:56787;height:12585;visibility:visible;mso-wrap-style:square" coordsize="5678777,1258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" path="m,l5278615,r400162,400162l5678777,1258570,,1258570,,xe" stroked="t" strokecolor="#ffd966 [1943]">
                  <v:imagedata r:id="rId11" o:title=""/>
                  <v:formulas/>
                  <v:path o:extrusionok="t" o:connecttype="custom" o:connectlocs="0,0;5278615,0;5678777,400162;5678777,1258570;0,1258570;0,0" o:connectangles="0,0,0,0,0,0"/>
                </v:shape>
                <v:oval id="Oval 36" o:spid="_x0000_s1030" style="position:absolute;left:2095;top:3333;width:6444;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" filled="f" strokecolor="#ffd966 [1943]" strokeweight="1pt"/>
                <v:shape id="Graphic 8" o:spid="_x0000_s1031" alt="Icon Email" style="position:absolute;left:3524;top:4572;width:3561;height:3600;visibility:visible;mso-wrap-style:square;v-text-anchor:middle" coordsize="885825,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" path="m91154,897636r708279,c845847,897584,883444,859944,883444,813530r,-449770c883436,356743,880335,350086,874967,345567l757714,246507r,-172688c757714,36995,727862,7144,691039,7144r-486823,c167392,7144,137541,36995,137541,73819r,169069l15621,345567v-5368,4519,-8470,11176,-8477,18193l7144,813530v,46414,37597,84054,84010,84106xm799338,850011r-708184,c71044,849959,54769,833640,54769,813530r,-404336l326231,601218,133541,748665v-10522,7891,-12654,22816,-4763,33338c136669,792524,151594,794656,162116,786765l366998,629984r66675,47625c441919,683449,452954,683449,461200,677609r66676,-47625l732854,786479v10521,7891,25447,5759,33337,-4762c774082,771195,771950,756270,761429,748379l569119,601218,835819,412623r,401003c835766,833698,819506,849959,799433,850011r-95,xm822484,363665r-64770,45815l757714,308800r64770,54865xm204216,54864r486918,c701655,54864,710184,63393,710184,73914r,368999l447675,628745,185261,442913r,-369094c185314,63372,193769,54916,204216,54864xm137541,409480l70104,361855r67437,-57150l137541,409480xm445294,506444r6096,c464541,506444,475202,495783,475202,482632v,-13151,-10661,-23813,-23812,-23813l445294,458819v-83853,,-151829,-67976,-151829,-151828c293465,223138,361441,155162,445294,155162v83852,,151828,67976,151828,151829l597122,347663v-878,14650,-13466,25815,-28118,24936c555580,371795,544873,361087,544068,347663r,-40672c544424,252283,500364,207644,445656,207288v-54709,-356,-99348,43704,-99704,98412c345596,360409,389656,405047,444365,405403v22310,146,44017,-7245,61603,-20974c525945,420150,571096,432912,606816,412935v23610,-13203,38148,-38222,37931,-65272l644747,306991v,-110155,-89298,-199454,-199453,-199454c335139,107537,245840,196836,245840,306991v,110154,89299,199453,199454,199453xm445294,358140v-28249,,-51149,-22900,-51149,-51149c394145,278742,417045,255842,445294,255842v28249,,51149,22900,51149,51149c496443,335240,473543,358140,445294,358140xe" filled="f" strokecolor="#ffd966 [1943]">
                  <v:stroke joinstyle="miter"/>
                  <v:path arrowok="t" o:connecttype="custom" o:connectlocs="36651,360919;321434,360919;355213,327102;355213,146260;351804,138945;304659,99115;304659,29681;277851,2872;82111,2872;55302,29681;55302,97660;6281,138945;2872,146260;2872,327102;36651,360919;321396,341770;36651,341770;22021,327102;22021,164528;131170,241736;53694,301021;51779,314426;65183,316340;147562,253302;174370,272451;185438,272451;212247,253302;294664,316225;308068,314311;306153,300906;228830,241736;336064,165906;336064,327141;321434,341770;330702,146221;304659,164643;304659,124162;82111,22060;277889,22060;285549,29719;285549,178085;180000,252804;74489,178085;74489,29681;82111,22060;55302,164643;28187,145494;55302,122515;179043,203630;181494,203630;191068,194055;181494,184481;179043,184481;117996,123434;179043,62387;240089,123434;240089,139787;228784,149814;218757,139787;218757,123434;179188,83346;139099,122915;178669,163003;203438,154570;243987,166032;259238,139787;259238,123434;179043,43238;98847,123434;179043,203630;179043,144000;158477,123434;179043,102868;199608,123434;179043,144000" o:connectangles="0,0,0,0,0,0,0,0,0,0,0,0,0,0,0,0,0,0,0,0,0,0,0,0,0,0,0,0,0,0,0,0,0,0,0,0,0,0,0,0,0,0,0,0,0,0,0,0,0,0,0,0,0,0,0,0,0,0,0,0,0,0,0,0,0,0,0,0,0,0,0,0,0,0,0"/>
                  <o:lock v:ext="edit" aspectratio="t"/>
                </v:shape>
                <w10:wrap anchorx="margin" anchory="margin"/>
                <w10:anchorlock/>
              </v:group>
            </w:pict>
          </mc:Fallback>
        </mc:AlternateConten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2"/>
        <w:gridCol w:w="2118"/>
      </w:tblGrid>
      <w:tr w:rsidR="009A4EED" w:rsidRPr="005246F6" w14:paraId="2A505A91" w14:textId="77777777" w:rsidTr="00FE63DF">
        <w:trPr>
          <w:trHeight w:val="1943"/>
        </w:trPr>
        <w:tc>
          <w:tcPr>
            <w:tcW w:w="9042" w:type="dxa"/>
          </w:tcPr>
          <w:p w14:paraId="2FC6C9AC" w14:textId="5712262E" w:rsidR="009A4EED" w:rsidRPr="005246F6" w:rsidRDefault="00FE63DF" w:rsidP="007C5EFB">
            <w:pPr>
              <w:spacing w:before="120"/>
              <w:ind w:left="1065"/>
            </w:pPr>
            <w:r>
              <w:t>BU</w:t>
            </w:r>
          </w:p>
          <w:p w14:paraId="78339699" w14:textId="1676B00E" w:rsidR="009A4EED" w:rsidRPr="00FE63DF" w:rsidRDefault="00FE63DF" w:rsidP="00FE63DF">
            <w:pPr>
              <w:pStyle w:val="Subtitle"/>
              <w:spacing w:after="160"/>
              <w:ind w:left="0"/>
              <w:rPr>
                <w:rFonts w:ascii="Cooper Black" w:eastAsiaTheme="minorHAnsi" w:hAnsi="Cooper Black"/>
                <w:color w:val="auto"/>
                <w:sz w:val="48"/>
                <w:szCs w:val="48"/>
              </w:rPr>
            </w:pPr>
            <w:r>
              <w:rPr>
                <w:rFonts w:ascii="Cooper Black" w:hAnsi="Cooper Black"/>
                <w:sz w:val="48"/>
                <w:szCs w:val="48"/>
              </w:rPr>
              <w:t xml:space="preserve">           </w:t>
            </w:r>
            <w:r w:rsidRPr="00FE63DF">
              <w:rPr>
                <w:rFonts w:ascii="Cooper Black" w:hAnsi="Cooper Black"/>
                <w:sz w:val="48"/>
                <w:szCs w:val="48"/>
              </w:rPr>
              <w:t>BUSINESS AGREEMENT</w:t>
            </w:r>
          </w:p>
        </w:tc>
        <w:tc>
          <w:tcPr>
            <w:tcW w:w="2118" w:type="dxa"/>
          </w:tcPr>
          <w:p w14:paraId="6E255C3C" w14:textId="77777777" w:rsidR="009A4EED" w:rsidRPr="005246F6" w:rsidRDefault="009A4EED" w:rsidP="00EF4A85">
            <w:pPr>
              <w:jc w:val="right"/>
            </w:pPr>
            <w:r w:rsidRPr="005246F6">
              <w:rPr>
                <w:noProof/>
              </w:rPr>
              <w:drawing>
                <wp:inline distT="0" distB="0" distL="0" distR="0" wp14:anchorId="6DE09890" wp14:editId="7414F52E">
                  <wp:extent cx="1207770" cy="86487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Placeholder Logo"/>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7770" cy="864870"/>
                          </a:xfrm>
                          <a:prstGeom prst="rect">
                            <a:avLst/>
                          </a:prstGeom>
                        </pic:spPr>
                      </pic:pic>
                    </a:graphicData>
                  </a:graphic>
                </wp:inline>
              </w:drawing>
            </w:r>
          </w:p>
        </w:tc>
      </w:tr>
    </w:tbl>
    <w:p w14:paraId="2A73AEAE" w14:textId="77777777" w:rsidR="005C7559" w:rsidRPr="005246F6" w:rsidRDefault="005C7559" w:rsidP="0018521B">
      <w:bookmarkStart w:id="0" w:name="_GoBack"/>
      <w:bookmarkEnd w:id="0"/>
    </w:p>
    <w:sectPr w:rsidR="005C7559" w:rsidRPr="005246F6" w:rsidSect="00112137">
      <w:pgSz w:w="12240" w:h="15840" w:code="1"/>
      <w:pgMar w:top="360" w:right="720" w:bottom="720" w:left="720" w:header="144"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48B9C" w14:textId="77777777" w:rsidR="00555529" w:rsidRDefault="00555529" w:rsidP="0018521B">
      <w:r>
        <w:separator/>
      </w:r>
    </w:p>
  </w:endnote>
  <w:endnote w:type="continuationSeparator" w:id="0">
    <w:p w14:paraId="2E9D5FAC" w14:textId="77777777" w:rsidR="00555529" w:rsidRDefault="00555529" w:rsidP="0018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E683B" w14:textId="77777777" w:rsidR="00555529" w:rsidRDefault="00555529" w:rsidP="0018521B">
      <w:r>
        <w:separator/>
      </w:r>
    </w:p>
  </w:footnote>
  <w:footnote w:type="continuationSeparator" w:id="0">
    <w:p w14:paraId="191058DA" w14:textId="77777777" w:rsidR="00555529" w:rsidRDefault="00555529" w:rsidP="0018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BC6C402"/>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D06C5DE"/>
    <w:lvl w:ilvl="0">
      <w:start w:val="1"/>
      <w:numFmt w:val="decimal"/>
      <w:lvlText w:val="%1."/>
      <w:lvlJc w:val="left"/>
      <w:pPr>
        <w:tabs>
          <w:tab w:val="num" w:pos="720"/>
        </w:tabs>
        <w:ind w:left="720" w:hanging="360"/>
      </w:pPr>
    </w:lvl>
  </w:abstractNum>
  <w:abstractNum w:abstractNumId="2" w15:restartNumberingAfterBreak="0">
    <w:nsid w:val="FFFFFF88"/>
    <w:multiLevelType w:val="singleLevel"/>
    <w:tmpl w:val="4176A48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61AF22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0611A"/>
    <w:multiLevelType w:val="hybridMultilevel"/>
    <w:tmpl w:val="2452DC60"/>
    <w:lvl w:ilvl="0" w:tplc="591E4024">
      <w:start w:val="1"/>
      <w:numFmt w:val="decimal"/>
      <w:pStyle w:val="ListParagraph"/>
      <w:lvlText w:val="%1."/>
      <w:lvlJc w:val="left"/>
      <w:pPr>
        <w:ind w:left="720" w:hanging="360"/>
      </w:pPr>
      <w:rPr>
        <w:rFonts w:ascii="Franklin Gothic Heavy" w:hAnsi="Franklin Gothic Heavy" w:hint="default"/>
        <w:b w:val="0"/>
        <w:i w:val="0"/>
        <w:color w:val="44546A" w:themeColor="text2"/>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F04E0"/>
    <w:multiLevelType w:val="multilevel"/>
    <w:tmpl w:val="930471AA"/>
    <w:numStyleLink w:val="NumberedList1"/>
  </w:abstractNum>
  <w:abstractNum w:abstractNumId="6" w15:restartNumberingAfterBreak="0">
    <w:nsid w:val="21770E24"/>
    <w:multiLevelType w:val="multilevel"/>
    <w:tmpl w:val="930471AA"/>
    <w:numStyleLink w:val="NumberedList1"/>
  </w:abstractNum>
  <w:abstractNum w:abstractNumId="7" w15:restartNumberingAfterBreak="0">
    <w:nsid w:val="26D02F0A"/>
    <w:multiLevelType w:val="multilevel"/>
    <w:tmpl w:val="930471AA"/>
    <w:styleLink w:val="NumberedList1"/>
    <w:lvl w:ilvl="0">
      <w:start w:val="1"/>
      <w:numFmt w:val="decimal"/>
      <w:pStyle w:val="ListNumber"/>
      <w:lvlText w:val="%1."/>
      <w:lvlJc w:val="left"/>
      <w:pPr>
        <w:tabs>
          <w:tab w:val="num" w:pos="432"/>
        </w:tabs>
        <w:ind w:left="432" w:hanging="432"/>
      </w:pPr>
      <w:rPr>
        <w:rFonts w:ascii="Franklin Gothic Heavy" w:hAnsi="Franklin Gothic Heavy" w:hint="default"/>
        <w:color w:val="44546A" w:themeColor="text2"/>
        <w:sz w:val="28"/>
      </w:rPr>
    </w:lvl>
    <w:lvl w:ilvl="1">
      <w:start w:val="1"/>
      <w:numFmt w:val="lowerLetter"/>
      <w:pStyle w:val="ListNumber2"/>
      <w:lvlText w:val="%2."/>
      <w:lvlJc w:val="left"/>
      <w:pPr>
        <w:ind w:left="1440" w:hanging="360"/>
      </w:pPr>
      <w:rPr>
        <w:rFonts w:hint="default"/>
      </w:rPr>
    </w:lvl>
    <w:lvl w:ilvl="2">
      <w:start w:val="1"/>
      <w:numFmt w:val="lowerRoman"/>
      <w:pStyle w:val="ListNumber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8103566"/>
    <w:multiLevelType w:val="multilevel"/>
    <w:tmpl w:val="1026BD8C"/>
    <w:numStyleLink w:val="NumberedList2"/>
  </w:abstractNum>
  <w:abstractNum w:abstractNumId="9" w15:restartNumberingAfterBreak="0">
    <w:nsid w:val="2CBD03E4"/>
    <w:multiLevelType w:val="multilevel"/>
    <w:tmpl w:val="1026BD8C"/>
    <w:styleLink w:val="NumberedList2"/>
    <w:lvl w:ilvl="0">
      <w:start w:val="1"/>
      <w:numFmt w:val="decimal"/>
      <w:pStyle w:val="ListContinue"/>
      <w:lvlText w:val="%1."/>
      <w:lvlJc w:val="left"/>
      <w:pPr>
        <w:ind w:left="360" w:hanging="360"/>
      </w:pPr>
      <w:rPr>
        <w:rFonts w:ascii="Franklin Gothic Heavy" w:hAnsi="Franklin Gothic Heavy" w:hint="default"/>
        <w:color w:val="44546A" w:themeColor="text2"/>
        <w:sz w:val="28"/>
      </w:rPr>
    </w:lvl>
    <w:lvl w:ilvl="1">
      <w:start w:val="1"/>
      <w:numFmt w:val="lowerLetter"/>
      <w:pStyle w:val="ListContinue2"/>
      <w:lvlText w:val="%2)"/>
      <w:lvlJc w:val="left"/>
      <w:pPr>
        <w:ind w:left="720" w:hanging="360"/>
      </w:pPr>
      <w:rPr>
        <w:rFonts w:hint="default"/>
      </w:rPr>
    </w:lvl>
    <w:lvl w:ilvl="2">
      <w:start w:val="1"/>
      <w:numFmt w:val="lowerRoman"/>
      <w:pStyle w:val="ListContinue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A4E46F9"/>
    <w:multiLevelType w:val="hybridMultilevel"/>
    <w:tmpl w:val="ECCCD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8BC"/>
    <w:multiLevelType w:val="hybridMultilevel"/>
    <w:tmpl w:val="FED4BA2E"/>
    <w:lvl w:ilvl="0" w:tplc="8BC0ECFA">
      <w:start w:val="1"/>
      <w:numFmt w:val="decimal"/>
      <w:lvlText w:val="%1."/>
      <w:lvlJc w:val="left"/>
      <w:pPr>
        <w:ind w:left="360" w:hanging="360"/>
      </w:pPr>
      <w:rPr>
        <w:rFonts w:ascii="Franklin Gothic Heavy" w:hAnsi="Franklin Gothic Heavy" w:hint="default"/>
        <w:b w:val="0"/>
        <w:i w:val="0"/>
        <w:color w:val="44546A" w:themeColor="text2"/>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E6A4856"/>
    <w:multiLevelType w:val="hybridMultilevel"/>
    <w:tmpl w:val="BBA2DE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97C6AFB"/>
    <w:multiLevelType w:val="hybridMultilevel"/>
    <w:tmpl w:val="DC22853E"/>
    <w:lvl w:ilvl="0" w:tplc="1A6AC5DE">
      <w:start w:val="1"/>
      <w:numFmt w:val="decimal"/>
      <w:lvlText w:val="%1."/>
      <w:lvlJc w:val="left"/>
      <w:pPr>
        <w:tabs>
          <w:tab w:val="num" w:pos="720"/>
        </w:tabs>
        <w:ind w:left="720" w:hanging="360"/>
      </w:pPr>
    </w:lvl>
    <w:lvl w:ilvl="1" w:tplc="798ED9BA" w:tentative="1">
      <w:start w:val="1"/>
      <w:numFmt w:val="decimal"/>
      <w:lvlText w:val="%2."/>
      <w:lvlJc w:val="left"/>
      <w:pPr>
        <w:tabs>
          <w:tab w:val="num" w:pos="1440"/>
        </w:tabs>
        <w:ind w:left="1440" w:hanging="360"/>
      </w:pPr>
    </w:lvl>
    <w:lvl w:ilvl="2" w:tplc="586ED95A" w:tentative="1">
      <w:start w:val="1"/>
      <w:numFmt w:val="decimal"/>
      <w:lvlText w:val="%3."/>
      <w:lvlJc w:val="left"/>
      <w:pPr>
        <w:tabs>
          <w:tab w:val="num" w:pos="2160"/>
        </w:tabs>
        <w:ind w:left="2160" w:hanging="360"/>
      </w:pPr>
    </w:lvl>
    <w:lvl w:ilvl="3" w:tplc="113446B4" w:tentative="1">
      <w:start w:val="1"/>
      <w:numFmt w:val="decimal"/>
      <w:lvlText w:val="%4."/>
      <w:lvlJc w:val="left"/>
      <w:pPr>
        <w:tabs>
          <w:tab w:val="num" w:pos="2880"/>
        </w:tabs>
        <w:ind w:left="2880" w:hanging="360"/>
      </w:pPr>
    </w:lvl>
    <w:lvl w:ilvl="4" w:tplc="F3E40F32" w:tentative="1">
      <w:start w:val="1"/>
      <w:numFmt w:val="decimal"/>
      <w:lvlText w:val="%5."/>
      <w:lvlJc w:val="left"/>
      <w:pPr>
        <w:tabs>
          <w:tab w:val="num" w:pos="3600"/>
        </w:tabs>
        <w:ind w:left="3600" w:hanging="360"/>
      </w:pPr>
    </w:lvl>
    <w:lvl w:ilvl="5" w:tplc="317012FE" w:tentative="1">
      <w:start w:val="1"/>
      <w:numFmt w:val="decimal"/>
      <w:lvlText w:val="%6."/>
      <w:lvlJc w:val="left"/>
      <w:pPr>
        <w:tabs>
          <w:tab w:val="num" w:pos="4320"/>
        </w:tabs>
        <w:ind w:left="4320" w:hanging="360"/>
      </w:pPr>
    </w:lvl>
    <w:lvl w:ilvl="6" w:tplc="1E400132" w:tentative="1">
      <w:start w:val="1"/>
      <w:numFmt w:val="decimal"/>
      <w:lvlText w:val="%7."/>
      <w:lvlJc w:val="left"/>
      <w:pPr>
        <w:tabs>
          <w:tab w:val="num" w:pos="5040"/>
        </w:tabs>
        <w:ind w:left="5040" w:hanging="360"/>
      </w:pPr>
    </w:lvl>
    <w:lvl w:ilvl="7" w:tplc="1C0AEF64" w:tentative="1">
      <w:start w:val="1"/>
      <w:numFmt w:val="decimal"/>
      <w:lvlText w:val="%8."/>
      <w:lvlJc w:val="left"/>
      <w:pPr>
        <w:tabs>
          <w:tab w:val="num" w:pos="5760"/>
        </w:tabs>
        <w:ind w:left="5760" w:hanging="360"/>
      </w:pPr>
    </w:lvl>
    <w:lvl w:ilvl="8" w:tplc="97CE25A6" w:tentative="1">
      <w:start w:val="1"/>
      <w:numFmt w:val="decimal"/>
      <w:lvlText w:val="%9."/>
      <w:lvlJc w:val="left"/>
      <w:pPr>
        <w:tabs>
          <w:tab w:val="num" w:pos="6480"/>
        </w:tabs>
        <w:ind w:left="6480" w:hanging="360"/>
      </w:pPr>
    </w:lvl>
  </w:abstractNum>
  <w:num w:numId="1">
    <w:abstractNumId w:val="13"/>
  </w:num>
  <w:num w:numId="2">
    <w:abstractNumId w:val="4"/>
  </w:num>
  <w:num w:numId="3">
    <w:abstractNumId w:val="10"/>
  </w:num>
  <w:num w:numId="4">
    <w:abstractNumId w:val="12"/>
  </w:num>
  <w:num w:numId="5">
    <w:abstractNumId w:val="11"/>
  </w:num>
  <w:num w:numId="6">
    <w:abstractNumId w:val="3"/>
  </w:num>
  <w:num w:numId="7">
    <w:abstractNumId w:val="2"/>
  </w:num>
  <w:num w:numId="8">
    <w:abstractNumId w:val="7"/>
  </w:num>
  <w:num w:numId="9">
    <w:abstractNumId w:val="1"/>
  </w:num>
  <w:num w:numId="10">
    <w:abstractNumId w:val="0"/>
  </w:num>
  <w:num w:numId="11">
    <w:abstractNumId w:val="6"/>
  </w:num>
  <w:num w:numId="12">
    <w:abstractNumId w:val="5"/>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removePersonalInformation/>
  <w:removeDateAndTime/>
  <w:displayBackgroundShape/>
  <w:proofState w:spelling="clean" w:grammar="clean"/>
  <w:attachedTemplate r:id="rId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1MLAwMjIAUpYWRko6SsGpxcWZ+XkgBRa1ABTvnOgsAAAA"/>
  </w:docVars>
  <w:rsids>
    <w:rsidRoot w:val="00FE63DF"/>
    <w:rsid w:val="000131D5"/>
    <w:rsid w:val="00076677"/>
    <w:rsid w:val="00084384"/>
    <w:rsid w:val="000E076E"/>
    <w:rsid w:val="000F7E5C"/>
    <w:rsid w:val="00112137"/>
    <w:rsid w:val="00113937"/>
    <w:rsid w:val="001549CD"/>
    <w:rsid w:val="00172A4E"/>
    <w:rsid w:val="001757AF"/>
    <w:rsid w:val="0018521B"/>
    <w:rsid w:val="00191764"/>
    <w:rsid w:val="001A0130"/>
    <w:rsid w:val="001A0EEB"/>
    <w:rsid w:val="001B2A40"/>
    <w:rsid w:val="001D39E7"/>
    <w:rsid w:val="001F6623"/>
    <w:rsid w:val="00223897"/>
    <w:rsid w:val="002309AC"/>
    <w:rsid w:val="00251505"/>
    <w:rsid w:val="00251AAB"/>
    <w:rsid w:val="00267116"/>
    <w:rsid w:val="002710C0"/>
    <w:rsid w:val="00274A0C"/>
    <w:rsid w:val="002B2609"/>
    <w:rsid w:val="002F31FA"/>
    <w:rsid w:val="00317ACB"/>
    <w:rsid w:val="003A0009"/>
    <w:rsid w:val="003A0FE2"/>
    <w:rsid w:val="003B1688"/>
    <w:rsid w:val="003C4AE8"/>
    <w:rsid w:val="003D69F4"/>
    <w:rsid w:val="00402433"/>
    <w:rsid w:val="00426E04"/>
    <w:rsid w:val="004A16E3"/>
    <w:rsid w:val="004C08D1"/>
    <w:rsid w:val="004D1DFD"/>
    <w:rsid w:val="005165E1"/>
    <w:rsid w:val="005246F6"/>
    <w:rsid w:val="00555529"/>
    <w:rsid w:val="005A20B8"/>
    <w:rsid w:val="005A329A"/>
    <w:rsid w:val="005C7559"/>
    <w:rsid w:val="005E6FA8"/>
    <w:rsid w:val="005F26AD"/>
    <w:rsid w:val="005F2735"/>
    <w:rsid w:val="006074A9"/>
    <w:rsid w:val="006374C5"/>
    <w:rsid w:val="0064357E"/>
    <w:rsid w:val="00653E76"/>
    <w:rsid w:val="006662D2"/>
    <w:rsid w:val="006B07B6"/>
    <w:rsid w:val="006B68CC"/>
    <w:rsid w:val="007011B2"/>
    <w:rsid w:val="00704A15"/>
    <w:rsid w:val="00714F2B"/>
    <w:rsid w:val="0071633C"/>
    <w:rsid w:val="0071795D"/>
    <w:rsid w:val="007718C6"/>
    <w:rsid w:val="007851FF"/>
    <w:rsid w:val="00790422"/>
    <w:rsid w:val="00794F48"/>
    <w:rsid w:val="007A74B5"/>
    <w:rsid w:val="007B0AC5"/>
    <w:rsid w:val="007B71B2"/>
    <w:rsid w:val="007C10D6"/>
    <w:rsid w:val="007C5EFB"/>
    <w:rsid w:val="008045C5"/>
    <w:rsid w:val="00823DE4"/>
    <w:rsid w:val="00835F7E"/>
    <w:rsid w:val="00866BB6"/>
    <w:rsid w:val="00867B8C"/>
    <w:rsid w:val="00881E27"/>
    <w:rsid w:val="008C2ABC"/>
    <w:rsid w:val="008D79D4"/>
    <w:rsid w:val="008E2753"/>
    <w:rsid w:val="00910059"/>
    <w:rsid w:val="00924B76"/>
    <w:rsid w:val="00942519"/>
    <w:rsid w:val="00957E4A"/>
    <w:rsid w:val="00970C1B"/>
    <w:rsid w:val="009A4EED"/>
    <w:rsid w:val="009B5A02"/>
    <w:rsid w:val="009E06C8"/>
    <w:rsid w:val="009E70CA"/>
    <w:rsid w:val="009F6587"/>
    <w:rsid w:val="00A248AE"/>
    <w:rsid w:val="00A8337F"/>
    <w:rsid w:val="00A95DD9"/>
    <w:rsid w:val="00AA77A8"/>
    <w:rsid w:val="00AC63E8"/>
    <w:rsid w:val="00AD2A5B"/>
    <w:rsid w:val="00AD2EB5"/>
    <w:rsid w:val="00AE3B9F"/>
    <w:rsid w:val="00AF4030"/>
    <w:rsid w:val="00AF7F60"/>
    <w:rsid w:val="00B00637"/>
    <w:rsid w:val="00B079EA"/>
    <w:rsid w:val="00B14DF9"/>
    <w:rsid w:val="00B55ED5"/>
    <w:rsid w:val="00B73103"/>
    <w:rsid w:val="00BA7834"/>
    <w:rsid w:val="00BB1F6F"/>
    <w:rsid w:val="00BD0D52"/>
    <w:rsid w:val="00C1368E"/>
    <w:rsid w:val="00C22F3F"/>
    <w:rsid w:val="00C2468B"/>
    <w:rsid w:val="00C3475D"/>
    <w:rsid w:val="00C516CC"/>
    <w:rsid w:val="00C5506C"/>
    <w:rsid w:val="00C772D9"/>
    <w:rsid w:val="00C94744"/>
    <w:rsid w:val="00CD5B0D"/>
    <w:rsid w:val="00CE4402"/>
    <w:rsid w:val="00CF7D4E"/>
    <w:rsid w:val="00D14168"/>
    <w:rsid w:val="00D24661"/>
    <w:rsid w:val="00D35961"/>
    <w:rsid w:val="00D431FE"/>
    <w:rsid w:val="00D502F1"/>
    <w:rsid w:val="00D70E06"/>
    <w:rsid w:val="00DA7DE7"/>
    <w:rsid w:val="00DB1546"/>
    <w:rsid w:val="00DF4EB6"/>
    <w:rsid w:val="00E413DD"/>
    <w:rsid w:val="00E473F7"/>
    <w:rsid w:val="00E474DC"/>
    <w:rsid w:val="00E57079"/>
    <w:rsid w:val="00E84C68"/>
    <w:rsid w:val="00EC7646"/>
    <w:rsid w:val="00ED1436"/>
    <w:rsid w:val="00EE4B2B"/>
    <w:rsid w:val="00EF4A85"/>
    <w:rsid w:val="00F633CE"/>
    <w:rsid w:val="00F707E7"/>
    <w:rsid w:val="00F771D6"/>
    <w:rsid w:val="00FA24D8"/>
    <w:rsid w:val="00FD48AC"/>
    <w:rsid w:val="00FD578A"/>
    <w:rsid w:val="00FD692F"/>
    <w:rsid w:val="00FE0D84"/>
    <w:rsid w:val="00FE63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AF1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76" w:lineRule="auto"/>
        <w:ind w:left="3542"/>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uiPriority="14"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16"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13"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63DF"/>
    <w:pPr>
      <w:spacing w:line="259" w:lineRule="auto"/>
      <w:ind w:left="0"/>
    </w:pPr>
    <w:rPr>
      <w:rFonts w:eastAsiaTheme="minorEastAsia"/>
    </w:rPr>
  </w:style>
  <w:style w:type="paragraph" w:styleId="Heading1">
    <w:name w:val="heading 1"/>
    <w:basedOn w:val="Normal"/>
    <w:next w:val="Normal"/>
    <w:link w:val="Heading1Char"/>
    <w:uiPriority w:val="9"/>
    <w:qFormat/>
    <w:rsid w:val="001D39E7"/>
    <w:pPr>
      <w:ind w:left="288"/>
      <w:outlineLvl w:val="0"/>
    </w:pPr>
    <w:rPr>
      <w:b/>
      <w:noProof/>
      <w:color w:val="44546A" w:themeColor="text2"/>
      <w:sz w:val="30"/>
      <w:szCs w:val="30"/>
    </w:rPr>
  </w:style>
  <w:style w:type="paragraph" w:styleId="Heading2">
    <w:name w:val="heading 2"/>
    <w:basedOn w:val="Heading1"/>
    <w:next w:val="Normal"/>
    <w:link w:val="Heading2Char"/>
    <w:uiPriority w:val="9"/>
    <w:unhideWhenUsed/>
    <w:qFormat/>
    <w:rsid w:val="0018521B"/>
    <w:pPr>
      <w:spacing w:line="720" w:lineRule="exact"/>
      <w:ind w:left="0"/>
      <w:outlineLvl w:val="1"/>
    </w:pPr>
    <w:rPr>
      <w:rFonts w:asciiTheme="majorHAnsi" w:hAnsiTheme="majorHAnsi"/>
      <w:b w:val="0"/>
      <w:sz w:val="72"/>
    </w:rPr>
  </w:style>
  <w:style w:type="paragraph" w:styleId="Heading3">
    <w:name w:val="heading 3"/>
    <w:basedOn w:val="Normal"/>
    <w:next w:val="Normal"/>
    <w:link w:val="Heading3Char"/>
    <w:uiPriority w:val="9"/>
    <w:unhideWhenUsed/>
    <w:qFormat/>
    <w:rsid w:val="0018521B"/>
    <w:pPr>
      <w:keepNext/>
      <w:keepLines/>
      <w:outlineLvl w:val="2"/>
    </w:pPr>
    <w:rPr>
      <w:rFonts w:eastAsiaTheme="majorEastAsia" w:cstheme="majorBidi"/>
      <w:b/>
      <w:color w:val="44546A" w:themeColor="text2"/>
      <w:sz w:val="30"/>
      <w:szCs w:val="24"/>
    </w:rPr>
  </w:style>
  <w:style w:type="paragraph" w:styleId="Heading4">
    <w:name w:val="heading 4"/>
    <w:basedOn w:val="Normal"/>
    <w:next w:val="Normal"/>
    <w:link w:val="Heading4Char"/>
    <w:uiPriority w:val="9"/>
    <w:unhideWhenUsed/>
    <w:qFormat/>
    <w:rsid w:val="0064357E"/>
    <w:pPr>
      <w:keepNext/>
      <w:keepLines/>
      <w:spacing w:before="240" w:line="600" w:lineRule="exact"/>
      <w:outlineLvl w:val="3"/>
    </w:pPr>
    <w:rPr>
      <w:rFonts w:asciiTheme="majorHAnsi" w:eastAsiaTheme="majorEastAsia" w:hAnsiTheme="majorHAnsi" w:cstheme="majorBidi"/>
      <w:iCs/>
      <w:color w:val="44546A" w:themeColor="text2"/>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474DC"/>
  </w:style>
  <w:style w:type="character" w:customStyle="1" w:styleId="HeaderChar">
    <w:name w:val="Header Char"/>
    <w:basedOn w:val="DefaultParagraphFont"/>
    <w:link w:val="Header"/>
    <w:uiPriority w:val="99"/>
    <w:semiHidden/>
    <w:rsid w:val="008C2ABC"/>
  </w:style>
  <w:style w:type="paragraph" w:styleId="Footer">
    <w:name w:val="footer"/>
    <w:basedOn w:val="Normal"/>
    <w:link w:val="FooterChar"/>
    <w:uiPriority w:val="99"/>
    <w:semiHidden/>
    <w:rsid w:val="00E474DC"/>
  </w:style>
  <w:style w:type="character" w:customStyle="1" w:styleId="FooterChar">
    <w:name w:val="Footer Char"/>
    <w:basedOn w:val="DefaultParagraphFont"/>
    <w:link w:val="Footer"/>
    <w:uiPriority w:val="99"/>
    <w:semiHidden/>
    <w:rsid w:val="008C2ABC"/>
  </w:style>
  <w:style w:type="paragraph" w:styleId="NormalWeb">
    <w:name w:val="Normal (Web)"/>
    <w:basedOn w:val="Normal"/>
    <w:uiPriority w:val="99"/>
    <w:semiHidden/>
    <w:unhideWhenUsed/>
    <w:rsid w:val="001A0130"/>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semiHidden/>
    <w:rsid w:val="00E84C68"/>
    <w:pPr>
      <w:numPr>
        <w:numId w:val="2"/>
      </w:numPr>
      <w:spacing w:after="240"/>
    </w:pPr>
    <w:rPr>
      <w:rFonts w:cs="Times New Roman"/>
      <w:color w:val="000000" w:themeColor="text1"/>
      <w:sz w:val="28"/>
      <w:szCs w:val="24"/>
      <w:lang w:val="en-ZA"/>
    </w:rPr>
  </w:style>
  <w:style w:type="character" w:styleId="PlaceholderText">
    <w:name w:val="Placeholder Text"/>
    <w:basedOn w:val="DefaultParagraphFont"/>
    <w:uiPriority w:val="99"/>
    <w:semiHidden/>
    <w:rsid w:val="002F31FA"/>
    <w:rPr>
      <w:color w:val="808080"/>
    </w:rPr>
  </w:style>
  <w:style w:type="character" w:customStyle="1" w:styleId="Heading1Char">
    <w:name w:val="Heading 1 Char"/>
    <w:basedOn w:val="DefaultParagraphFont"/>
    <w:link w:val="Heading1"/>
    <w:uiPriority w:val="9"/>
    <w:rsid w:val="001D39E7"/>
    <w:rPr>
      <w:b/>
      <w:noProof/>
      <w:color w:val="44546A" w:themeColor="text2"/>
      <w:sz w:val="30"/>
      <w:szCs w:val="30"/>
    </w:rPr>
  </w:style>
  <w:style w:type="character" w:styleId="SubtleEmphasis">
    <w:name w:val="Subtle Emphasis"/>
    <w:basedOn w:val="DefaultParagraphFont"/>
    <w:uiPriority w:val="19"/>
    <w:semiHidden/>
    <w:rsid w:val="002F31FA"/>
    <w:rPr>
      <w:rFonts w:asciiTheme="minorHAnsi" w:hAnsiTheme="minorHAnsi"/>
      <w:i/>
      <w:iCs/>
      <w:color w:val="404040" w:themeColor="text1" w:themeTint="BF"/>
    </w:rPr>
  </w:style>
  <w:style w:type="character" w:customStyle="1" w:styleId="Heading2Char">
    <w:name w:val="Heading 2 Char"/>
    <w:basedOn w:val="DefaultParagraphFont"/>
    <w:link w:val="Heading2"/>
    <w:uiPriority w:val="9"/>
    <w:rsid w:val="0018521B"/>
    <w:rPr>
      <w:rFonts w:asciiTheme="majorHAnsi" w:hAnsiTheme="majorHAnsi"/>
      <w:noProof/>
      <w:color w:val="44546A" w:themeColor="text2"/>
      <w:sz w:val="72"/>
      <w:szCs w:val="30"/>
    </w:rPr>
  </w:style>
  <w:style w:type="character" w:customStyle="1" w:styleId="Heading3Char">
    <w:name w:val="Heading 3 Char"/>
    <w:basedOn w:val="DefaultParagraphFont"/>
    <w:link w:val="Heading3"/>
    <w:uiPriority w:val="9"/>
    <w:rsid w:val="0018521B"/>
    <w:rPr>
      <w:rFonts w:eastAsiaTheme="majorEastAsia" w:cstheme="majorBidi"/>
      <w:b/>
      <w:color w:val="44546A" w:themeColor="text2"/>
      <w:sz w:val="30"/>
      <w:szCs w:val="24"/>
    </w:rPr>
  </w:style>
  <w:style w:type="character" w:styleId="Strong">
    <w:name w:val="Strong"/>
    <w:basedOn w:val="DefaultParagraphFont"/>
    <w:semiHidden/>
    <w:rsid w:val="00E84C68"/>
    <w:rPr>
      <w:b/>
      <w:bCs/>
    </w:rPr>
  </w:style>
  <w:style w:type="character" w:styleId="Hyperlink">
    <w:name w:val="Hyperlink"/>
    <w:basedOn w:val="DefaultParagraphFont"/>
    <w:uiPriority w:val="99"/>
    <w:unhideWhenUsed/>
    <w:rsid w:val="005246F6"/>
    <w:rPr>
      <w:color w:val="0563C1" w:themeColor="hyperlink"/>
      <w:u w:val="single"/>
      <w:lang w:val="en-US"/>
    </w:rPr>
  </w:style>
  <w:style w:type="character" w:styleId="UnresolvedMention">
    <w:name w:val="Unresolved Mention"/>
    <w:basedOn w:val="DefaultParagraphFont"/>
    <w:uiPriority w:val="99"/>
    <w:semiHidden/>
    <w:unhideWhenUsed/>
    <w:rsid w:val="00BD0D52"/>
    <w:rPr>
      <w:color w:val="605E5C"/>
      <w:shd w:val="clear" w:color="auto" w:fill="E1DFDD"/>
    </w:rPr>
  </w:style>
  <w:style w:type="table" w:styleId="TableGrid">
    <w:name w:val="Table Grid"/>
    <w:basedOn w:val="TableNormal"/>
    <w:uiPriority w:val="39"/>
    <w:rsid w:val="00C34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95DD9"/>
    <w:pPr>
      <w:spacing w:line="560" w:lineRule="exact"/>
      <w:contextualSpacing/>
    </w:pPr>
    <w:rPr>
      <w:rFonts w:asciiTheme="majorHAnsi" w:eastAsiaTheme="majorEastAsia" w:hAnsiTheme="majorHAnsi" w:cstheme="majorBidi"/>
      <w:b/>
      <w:color w:val="FFFFFF" w:themeColor="background1"/>
      <w:kern w:val="28"/>
      <w:sz w:val="60"/>
      <w:szCs w:val="56"/>
    </w:rPr>
  </w:style>
  <w:style w:type="character" w:customStyle="1" w:styleId="TitleChar">
    <w:name w:val="Title Char"/>
    <w:basedOn w:val="DefaultParagraphFont"/>
    <w:link w:val="Title"/>
    <w:uiPriority w:val="10"/>
    <w:rsid w:val="00A95DD9"/>
    <w:rPr>
      <w:rFonts w:asciiTheme="majorHAnsi" w:eastAsiaTheme="majorEastAsia" w:hAnsiTheme="majorHAnsi" w:cstheme="majorBidi"/>
      <w:b/>
      <w:color w:val="FFFFFF" w:themeColor="background1"/>
      <w:kern w:val="28"/>
      <w:sz w:val="60"/>
      <w:szCs w:val="56"/>
    </w:rPr>
  </w:style>
  <w:style w:type="paragraph" w:styleId="Subtitle">
    <w:name w:val="Subtitle"/>
    <w:basedOn w:val="Normal"/>
    <w:next w:val="Normal"/>
    <w:link w:val="SubtitleChar"/>
    <w:uiPriority w:val="11"/>
    <w:qFormat/>
    <w:rsid w:val="00A95DD9"/>
    <w:pPr>
      <w:numPr>
        <w:ilvl w:val="1"/>
      </w:numPr>
      <w:spacing w:line="252" w:lineRule="auto"/>
      <w:ind w:left="3542"/>
    </w:pPr>
    <w:rPr>
      <w:color w:val="FFFFFF" w:themeColor="background1"/>
    </w:rPr>
  </w:style>
  <w:style w:type="character" w:customStyle="1" w:styleId="SubtitleChar">
    <w:name w:val="Subtitle Char"/>
    <w:basedOn w:val="DefaultParagraphFont"/>
    <w:link w:val="Subtitle"/>
    <w:uiPriority w:val="11"/>
    <w:rsid w:val="00A95DD9"/>
    <w:rPr>
      <w:rFonts w:eastAsiaTheme="minorEastAsia"/>
      <w:color w:val="FFFFFF" w:themeColor="background1"/>
    </w:rPr>
  </w:style>
  <w:style w:type="paragraph" w:customStyle="1" w:styleId="Introduction">
    <w:name w:val="Introduction"/>
    <w:basedOn w:val="Normal"/>
    <w:next w:val="Normal"/>
    <w:link w:val="IntroductionChar"/>
    <w:uiPriority w:val="12"/>
    <w:qFormat/>
    <w:rsid w:val="00924B76"/>
    <w:pPr>
      <w:spacing w:after="600"/>
      <w:ind w:left="288"/>
    </w:pPr>
    <w:rPr>
      <w:sz w:val="30"/>
      <w:szCs w:val="30"/>
    </w:rPr>
  </w:style>
  <w:style w:type="paragraph" w:styleId="Quote">
    <w:name w:val="Quote"/>
    <w:basedOn w:val="Normal"/>
    <w:next w:val="Normal"/>
    <w:link w:val="QuoteChar"/>
    <w:uiPriority w:val="13"/>
    <w:qFormat/>
    <w:rsid w:val="001D39E7"/>
    <w:rPr>
      <w:i/>
      <w:iCs/>
      <w:color w:val="44546A" w:themeColor="text2"/>
      <w:sz w:val="26"/>
    </w:rPr>
  </w:style>
  <w:style w:type="character" w:customStyle="1" w:styleId="IntroductionChar">
    <w:name w:val="Introduction Char"/>
    <w:basedOn w:val="DefaultParagraphFont"/>
    <w:link w:val="Introduction"/>
    <w:uiPriority w:val="12"/>
    <w:rsid w:val="008C2ABC"/>
    <w:rPr>
      <w:sz w:val="30"/>
      <w:szCs w:val="30"/>
    </w:rPr>
  </w:style>
  <w:style w:type="character" w:customStyle="1" w:styleId="QuoteChar">
    <w:name w:val="Quote Char"/>
    <w:basedOn w:val="DefaultParagraphFont"/>
    <w:link w:val="Quote"/>
    <w:uiPriority w:val="13"/>
    <w:rsid w:val="001D39E7"/>
    <w:rPr>
      <w:i/>
      <w:iCs/>
      <w:color w:val="44546A" w:themeColor="text2"/>
      <w:sz w:val="26"/>
    </w:rPr>
  </w:style>
  <w:style w:type="paragraph" w:customStyle="1" w:styleId="Quote2">
    <w:name w:val="Quote 2"/>
    <w:basedOn w:val="Normal"/>
    <w:link w:val="Quote2Char"/>
    <w:uiPriority w:val="15"/>
    <w:qFormat/>
    <w:rsid w:val="00EE4B2B"/>
    <w:pPr>
      <w:spacing w:before="240"/>
      <w:ind w:left="144" w:right="144"/>
    </w:pPr>
    <w:rPr>
      <w:rFonts w:asciiTheme="majorHAnsi" w:hAnsiTheme="majorHAnsi"/>
      <w:color w:val="FFFFFF" w:themeColor="background1"/>
      <w:sz w:val="32"/>
    </w:rPr>
  </w:style>
  <w:style w:type="paragraph" w:styleId="ListNumber">
    <w:name w:val="List Number"/>
    <w:basedOn w:val="Normal"/>
    <w:uiPriority w:val="14"/>
    <w:qFormat/>
    <w:rsid w:val="009B5A02"/>
    <w:pPr>
      <w:numPr>
        <w:numId w:val="12"/>
      </w:numPr>
      <w:spacing w:after="240"/>
    </w:pPr>
    <w:rPr>
      <w:sz w:val="28"/>
    </w:rPr>
  </w:style>
  <w:style w:type="character" w:customStyle="1" w:styleId="Quote2Char">
    <w:name w:val="Quote 2 Char"/>
    <w:basedOn w:val="DefaultParagraphFont"/>
    <w:link w:val="Quote2"/>
    <w:uiPriority w:val="15"/>
    <w:rsid w:val="008C2ABC"/>
    <w:rPr>
      <w:rFonts w:asciiTheme="majorHAnsi" w:hAnsiTheme="majorHAnsi"/>
      <w:color w:val="FFFFFF" w:themeColor="background1"/>
      <w:sz w:val="32"/>
    </w:rPr>
  </w:style>
  <w:style w:type="numbering" w:customStyle="1" w:styleId="NumberedList1">
    <w:name w:val="NumberedList1"/>
    <w:uiPriority w:val="99"/>
    <w:rsid w:val="009B5A02"/>
    <w:pPr>
      <w:numPr>
        <w:numId w:val="8"/>
      </w:numPr>
    </w:pPr>
  </w:style>
  <w:style w:type="paragraph" w:styleId="ListContinue">
    <w:name w:val="List Continue"/>
    <w:basedOn w:val="Normal"/>
    <w:uiPriority w:val="16"/>
    <w:qFormat/>
    <w:rsid w:val="00924B76"/>
    <w:pPr>
      <w:numPr>
        <w:numId w:val="14"/>
      </w:numPr>
      <w:spacing w:after="240"/>
    </w:pPr>
  </w:style>
  <w:style w:type="paragraph" w:styleId="ListNumber2">
    <w:name w:val="List Number 2"/>
    <w:basedOn w:val="Normal"/>
    <w:uiPriority w:val="99"/>
    <w:semiHidden/>
    <w:unhideWhenUsed/>
    <w:rsid w:val="009B5A02"/>
    <w:pPr>
      <w:numPr>
        <w:ilvl w:val="1"/>
        <w:numId w:val="12"/>
      </w:numPr>
      <w:contextualSpacing/>
    </w:pPr>
  </w:style>
  <w:style w:type="paragraph" w:styleId="ListNumber3">
    <w:name w:val="List Number 3"/>
    <w:basedOn w:val="Normal"/>
    <w:uiPriority w:val="99"/>
    <w:semiHidden/>
    <w:unhideWhenUsed/>
    <w:rsid w:val="009B5A02"/>
    <w:pPr>
      <w:numPr>
        <w:ilvl w:val="2"/>
        <w:numId w:val="12"/>
      </w:numPr>
      <w:contextualSpacing/>
    </w:pPr>
  </w:style>
  <w:style w:type="numbering" w:customStyle="1" w:styleId="NumberedList2">
    <w:name w:val="NumberedList2"/>
    <w:uiPriority w:val="99"/>
    <w:rsid w:val="00924B76"/>
    <w:pPr>
      <w:numPr>
        <w:numId w:val="13"/>
      </w:numPr>
    </w:pPr>
  </w:style>
  <w:style w:type="paragraph" w:customStyle="1" w:styleId="Contacts">
    <w:name w:val="Contacts"/>
    <w:basedOn w:val="Normal"/>
    <w:next w:val="Normal"/>
    <w:link w:val="ContactsChar"/>
    <w:uiPriority w:val="18"/>
    <w:qFormat/>
    <w:rsid w:val="00D70E06"/>
  </w:style>
  <w:style w:type="paragraph" w:styleId="ListContinue2">
    <w:name w:val="List Continue 2"/>
    <w:basedOn w:val="Normal"/>
    <w:uiPriority w:val="99"/>
    <w:semiHidden/>
    <w:unhideWhenUsed/>
    <w:rsid w:val="00924B76"/>
    <w:pPr>
      <w:numPr>
        <w:ilvl w:val="1"/>
        <w:numId w:val="14"/>
      </w:numPr>
      <w:spacing w:after="120"/>
      <w:contextualSpacing/>
    </w:pPr>
  </w:style>
  <w:style w:type="paragraph" w:styleId="ListContinue3">
    <w:name w:val="List Continue 3"/>
    <w:basedOn w:val="Normal"/>
    <w:uiPriority w:val="99"/>
    <w:semiHidden/>
    <w:unhideWhenUsed/>
    <w:rsid w:val="00924B76"/>
    <w:pPr>
      <w:numPr>
        <w:ilvl w:val="2"/>
        <w:numId w:val="14"/>
      </w:numPr>
      <w:spacing w:after="120"/>
      <w:contextualSpacing/>
    </w:pPr>
  </w:style>
  <w:style w:type="character" w:customStyle="1" w:styleId="Heading4Char">
    <w:name w:val="Heading 4 Char"/>
    <w:basedOn w:val="DefaultParagraphFont"/>
    <w:link w:val="Heading4"/>
    <w:uiPriority w:val="9"/>
    <w:rsid w:val="0064357E"/>
    <w:rPr>
      <w:rFonts w:asciiTheme="majorHAnsi" w:eastAsiaTheme="majorEastAsia" w:hAnsiTheme="majorHAnsi" w:cstheme="majorBidi"/>
      <w:iCs/>
      <w:color w:val="44546A" w:themeColor="text2"/>
      <w:sz w:val="60"/>
    </w:rPr>
  </w:style>
  <w:style w:type="character" w:customStyle="1" w:styleId="ContactsChar">
    <w:name w:val="Contacts Char"/>
    <w:basedOn w:val="DefaultParagraphFont"/>
    <w:link w:val="Contacts"/>
    <w:uiPriority w:val="18"/>
    <w:rsid w:val="008C2ABC"/>
  </w:style>
  <w:style w:type="paragraph" w:customStyle="1" w:styleId="CalloutText">
    <w:name w:val="Callout Text"/>
    <w:basedOn w:val="Normal"/>
    <w:next w:val="Normal"/>
    <w:link w:val="CalloutTextChar"/>
    <w:uiPriority w:val="17"/>
    <w:qFormat/>
    <w:rsid w:val="005246F6"/>
    <w:rPr>
      <w:i/>
      <w:color w:val="44546A" w:themeColor="text2"/>
    </w:rPr>
  </w:style>
  <w:style w:type="paragraph" w:styleId="IntenseQuote">
    <w:name w:val="Intense Quote"/>
    <w:basedOn w:val="Normal"/>
    <w:next w:val="Normal"/>
    <w:link w:val="IntenseQuoteChar"/>
    <w:uiPriority w:val="30"/>
    <w:semiHidden/>
    <w:rsid w:val="008C2AB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alloutTextChar">
    <w:name w:val="Callout Text Char"/>
    <w:basedOn w:val="DefaultParagraphFont"/>
    <w:link w:val="CalloutText"/>
    <w:uiPriority w:val="17"/>
    <w:rsid w:val="005246F6"/>
    <w:rPr>
      <w:i/>
      <w:color w:val="44546A" w:themeColor="text2"/>
    </w:rPr>
  </w:style>
  <w:style w:type="character" w:customStyle="1" w:styleId="IntenseQuoteChar">
    <w:name w:val="Intense Quote Char"/>
    <w:basedOn w:val="DefaultParagraphFont"/>
    <w:link w:val="IntenseQuote"/>
    <w:uiPriority w:val="30"/>
    <w:semiHidden/>
    <w:rsid w:val="008C2ABC"/>
    <w:rPr>
      <w:i/>
      <w:iCs/>
      <w:color w:val="4472C4" w:themeColor="accent1"/>
    </w:rPr>
  </w:style>
  <w:style w:type="character" w:styleId="CommentReference">
    <w:name w:val="annotation reference"/>
    <w:basedOn w:val="DefaultParagraphFont"/>
    <w:uiPriority w:val="99"/>
    <w:semiHidden/>
    <w:unhideWhenUsed/>
    <w:rsid w:val="001D39E7"/>
    <w:rPr>
      <w:sz w:val="16"/>
      <w:szCs w:val="16"/>
    </w:rPr>
  </w:style>
  <w:style w:type="paragraph" w:styleId="CommentText">
    <w:name w:val="annotation text"/>
    <w:basedOn w:val="Normal"/>
    <w:link w:val="CommentTextChar"/>
    <w:uiPriority w:val="99"/>
    <w:semiHidden/>
    <w:unhideWhenUsed/>
    <w:rsid w:val="001D39E7"/>
    <w:rPr>
      <w:sz w:val="20"/>
      <w:szCs w:val="20"/>
    </w:rPr>
  </w:style>
  <w:style w:type="character" w:customStyle="1" w:styleId="CommentTextChar">
    <w:name w:val="Comment Text Char"/>
    <w:basedOn w:val="DefaultParagraphFont"/>
    <w:link w:val="CommentText"/>
    <w:uiPriority w:val="99"/>
    <w:semiHidden/>
    <w:rsid w:val="001D39E7"/>
    <w:rPr>
      <w:sz w:val="20"/>
      <w:szCs w:val="20"/>
    </w:rPr>
  </w:style>
  <w:style w:type="paragraph" w:styleId="CommentSubject">
    <w:name w:val="annotation subject"/>
    <w:basedOn w:val="CommentText"/>
    <w:next w:val="CommentText"/>
    <w:link w:val="CommentSubjectChar"/>
    <w:uiPriority w:val="99"/>
    <w:semiHidden/>
    <w:unhideWhenUsed/>
    <w:rsid w:val="001D39E7"/>
    <w:rPr>
      <w:b/>
      <w:bCs/>
    </w:rPr>
  </w:style>
  <w:style w:type="character" w:customStyle="1" w:styleId="CommentSubjectChar">
    <w:name w:val="Comment Subject Char"/>
    <w:basedOn w:val="CommentTextChar"/>
    <w:link w:val="CommentSubject"/>
    <w:uiPriority w:val="99"/>
    <w:semiHidden/>
    <w:rsid w:val="001D39E7"/>
    <w:rPr>
      <w:b/>
      <w:bCs/>
      <w:sz w:val="20"/>
      <w:szCs w:val="20"/>
    </w:rPr>
  </w:style>
  <w:style w:type="paragraph" w:styleId="BalloonText">
    <w:name w:val="Balloon Text"/>
    <w:basedOn w:val="Normal"/>
    <w:link w:val="BalloonTextChar"/>
    <w:uiPriority w:val="99"/>
    <w:semiHidden/>
    <w:unhideWhenUsed/>
    <w:rsid w:val="001D39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9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3145">
      <w:bodyDiv w:val="1"/>
      <w:marLeft w:val="0"/>
      <w:marRight w:val="0"/>
      <w:marTop w:val="0"/>
      <w:marBottom w:val="0"/>
      <w:divBdr>
        <w:top w:val="none" w:sz="0" w:space="0" w:color="auto"/>
        <w:left w:val="none" w:sz="0" w:space="0" w:color="auto"/>
        <w:bottom w:val="none" w:sz="0" w:space="0" w:color="auto"/>
        <w:right w:val="none" w:sz="0" w:space="0" w:color="auto"/>
      </w:divBdr>
    </w:div>
    <w:div w:id="306479005">
      <w:bodyDiv w:val="1"/>
      <w:marLeft w:val="0"/>
      <w:marRight w:val="0"/>
      <w:marTop w:val="0"/>
      <w:marBottom w:val="0"/>
      <w:divBdr>
        <w:top w:val="none" w:sz="0" w:space="0" w:color="auto"/>
        <w:left w:val="none" w:sz="0" w:space="0" w:color="auto"/>
        <w:bottom w:val="none" w:sz="0" w:space="0" w:color="auto"/>
        <w:right w:val="none" w:sz="0" w:space="0" w:color="auto"/>
      </w:divBdr>
    </w:div>
    <w:div w:id="519853126">
      <w:bodyDiv w:val="1"/>
      <w:marLeft w:val="0"/>
      <w:marRight w:val="0"/>
      <w:marTop w:val="0"/>
      <w:marBottom w:val="0"/>
      <w:divBdr>
        <w:top w:val="none" w:sz="0" w:space="0" w:color="auto"/>
        <w:left w:val="none" w:sz="0" w:space="0" w:color="auto"/>
        <w:bottom w:val="none" w:sz="0" w:space="0" w:color="auto"/>
        <w:right w:val="none" w:sz="0" w:space="0" w:color="auto"/>
      </w:divBdr>
    </w:div>
    <w:div w:id="694691472">
      <w:bodyDiv w:val="1"/>
      <w:marLeft w:val="0"/>
      <w:marRight w:val="0"/>
      <w:marTop w:val="0"/>
      <w:marBottom w:val="0"/>
      <w:divBdr>
        <w:top w:val="none" w:sz="0" w:space="0" w:color="auto"/>
        <w:left w:val="none" w:sz="0" w:space="0" w:color="auto"/>
        <w:bottom w:val="none" w:sz="0" w:space="0" w:color="auto"/>
        <w:right w:val="none" w:sz="0" w:space="0" w:color="auto"/>
      </w:divBdr>
    </w:div>
    <w:div w:id="694767970">
      <w:bodyDiv w:val="1"/>
      <w:marLeft w:val="0"/>
      <w:marRight w:val="0"/>
      <w:marTop w:val="0"/>
      <w:marBottom w:val="0"/>
      <w:divBdr>
        <w:top w:val="none" w:sz="0" w:space="0" w:color="auto"/>
        <w:left w:val="none" w:sz="0" w:space="0" w:color="auto"/>
        <w:bottom w:val="none" w:sz="0" w:space="0" w:color="auto"/>
        <w:right w:val="none" w:sz="0" w:space="0" w:color="auto"/>
      </w:divBdr>
    </w:div>
    <w:div w:id="716004512">
      <w:bodyDiv w:val="1"/>
      <w:marLeft w:val="0"/>
      <w:marRight w:val="0"/>
      <w:marTop w:val="0"/>
      <w:marBottom w:val="0"/>
      <w:divBdr>
        <w:top w:val="none" w:sz="0" w:space="0" w:color="auto"/>
        <w:left w:val="none" w:sz="0" w:space="0" w:color="auto"/>
        <w:bottom w:val="none" w:sz="0" w:space="0" w:color="auto"/>
        <w:right w:val="none" w:sz="0" w:space="0" w:color="auto"/>
      </w:divBdr>
    </w:div>
    <w:div w:id="1128282522">
      <w:bodyDiv w:val="1"/>
      <w:marLeft w:val="0"/>
      <w:marRight w:val="0"/>
      <w:marTop w:val="0"/>
      <w:marBottom w:val="0"/>
      <w:divBdr>
        <w:top w:val="none" w:sz="0" w:space="0" w:color="auto"/>
        <w:left w:val="none" w:sz="0" w:space="0" w:color="auto"/>
        <w:bottom w:val="none" w:sz="0" w:space="0" w:color="auto"/>
        <w:right w:val="none" w:sz="0" w:space="0" w:color="auto"/>
      </w:divBdr>
    </w:div>
    <w:div w:id="1479033127">
      <w:bodyDiv w:val="1"/>
      <w:marLeft w:val="0"/>
      <w:marRight w:val="0"/>
      <w:marTop w:val="0"/>
      <w:marBottom w:val="0"/>
      <w:divBdr>
        <w:top w:val="none" w:sz="0" w:space="0" w:color="auto"/>
        <w:left w:val="none" w:sz="0" w:space="0" w:color="auto"/>
        <w:bottom w:val="none" w:sz="0" w:space="0" w:color="auto"/>
        <w:right w:val="none" w:sz="0" w:space="0" w:color="auto"/>
      </w:divBdr>
    </w:div>
    <w:div w:id="1532449761">
      <w:bodyDiv w:val="1"/>
      <w:marLeft w:val="0"/>
      <w:marRight w:val="0"/>
      <w:marTop w:val="0"/>
      <w:marBottom w:val="0"/>
      <w:divBdr>
        <w:top w:val="none" w:sz="0" w:space="0" w:color="auto"/>
        <w:left w:val="none" w:sz="0" w:space="0" w:color="auto"/>
        <w:bottom w:val="none" w:sz="0" w:space="0" w:color="auto"/>
        <w:right w:val="none" w:sz="0" w:space="0" w:color="auto"/>
      </w:divBdr>
    </w:div>
    <w:div w:id="1949465664">
      <w:bodyDiv w:val="1"/>
      <w:marLeft w:val="0"/>
      <w:marRight w:val="0"/>
      <w:marTop w:val="0"/>
      <w:marBottom w:val="0"/>
      <w:divBdr>
        <w:top w:val="none" w:sz="0" w:space="0" w:color="auto"/>
        <w:left w:val="none" w:sz="0" w:space="0" w:color="auto"/>
        <w:bottom w:val="none" w:sz="0" w:space="0" w:color="auto"/>
        <w:right w:val="none" w:sz="0" w:space="0" w:color="auto"/>
      </w:divBdr>
    </w:div>
    <w:div w:id="21404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sers\Farooq\AppData\Roaming\Microsoft\Templates\Small%20business%20email%20marketing%20template.dotx" TargetMode="External"/></Relationships>
</file>

<file path=word/theme/theme1.xml><?xml version="1.0" encoding="utf-8"?>
<a:theme xmlns:a="http://schemas.openxmlformats.org/drawingml/2006/main" name="Business Theme to us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S_Activity Based Cost Tracker">
      <a:majorFont>
        <a:latin typeface="Constantia"/>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5A020-0625-48F1-8C09-FAE2D4EC9C41}">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9856FABB-BF3F-4D1A-B180-D40483187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2AA66-1808-4E40-AD40-727EC03F60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Small business email marketing template.dotx</Template>
  <TotalTime>0</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2019-10-27T19:56:00Z</dcterms:created>
  <dcterms:modified xsi:type="dcterms:W3CDTF">2019-10-28T07:09:00Z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